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D712EB" w:rsidRDefault="002C4725" w:rsidP="008309D1">
      <w:pPr>
        <w:pStyle w:val="Nzev"/>
        <w:spacing w:line="276" w:lineRule="auto"/>
        <w:rPr>
          <w:b w:val="0"/>
          <w:sz w:val="22"/>
          <w:szCs w:val="22"/>
          <w:lang w:val="en-GB"/>
        </w:rPr>
      </w:pPr>
    </w:p>
    <w:p w14:paraId="257BD121" w14:textId="4C88A465" w:rsidR="0007708E" w:rsidRPr="00D712EB" w:rsidRDefault="0007708E" w:rsidP="004D2567">
      <w:pPr>
        <w:pStyle w:val="Nzev"/>
        <w:spacing w:line="276" w:lineRule="auto"/>
        <w:rPr>
          <w:caps/>
          <w:sz w:val="40"/>
          <w:lang w:val="en-GB"/>
        </w:rPr>
      </w:pPr>
      <w:r w:rsidRPr="00D712EB">
        <w:rPr>
          <w:caps/>
          <w:sz w:val="40"/>
          <w:lang w:val="en-GB"/>
        </w:rPr>
        <w:t>Annex 3.</w:t>
      </w:r>
      <w:r w:rsidR="00580961" w:rsidRPr="00D712EB">
        <w:rPr>
          <w:caps/>
          <w:sz w:val="40"/>
          <w:lang w:val="en-GB"/>
        </w:rPr>
        <w:t>4</w:t>
      </w:r>
      <w:r w:rsidRPr="00D712EB">
        <w:rPr>
          <w:caps/>
          <w:sz w:val="40"/>
          <w:lang w:val="en-GB"/>
        </w:rPr>
        <w:t xml:space="preserve"> to the Tender Documentation</w:t>
      </w:r>
    </w:p>
    <w:p w14:paraId="1A12B7A2" w14:textId="77777777" w:rsidR="0007708E" w:rsidRPr="00D712EB" w:rsidRDefault="0007708E" w:rsidP="004D2567">
      <w:pPr>
        <w:pStyle w:val="Nzev"/>
        <w:spacing w:line="276" w:lineRule="auto"/>
        <w:rPr>
          <w:caps/>
          <w:sz w:val="40"/>
          <w:lang w:val="en-GB"/>
        </w:rPr>
      </w:pPr>
      <w:r w:rsidRPr="00D712EB">
        <w:rPr>
          <w:caps/>
          <w:sz w:val="40"/>
          <w:lang w:val="en-GB"/>
        </w:rPr>
        <w:t>Technical specification of the subject matter of the public contract</w:t>
      </w:r>
    </w:p>
    <w:p w14:paraId="5B1B70C1" w14:textId="195EFD93" w:rsidR="0007708E" w:rsidRPr="00D712EB" w:rsidRDefault="0007708E" w:rsidP="004D2567">
      <w:pPr>
        <w:pStyle w:val="Nzev"/>
        <w:spacing w:line="276" w:lineRule="auto"/>
        <w:rPr>
          <w:caps/>
          <w:sz w:val="40"/>
          <w:lang w:val="en-GB"/>
        </w:rPr>
      </w:pPr>
      <w:r w:rsidRPr="00D712EB">
        <w:rPr>
          <w:caps/>
          <w:sz w:val="40"/>
          <w:lang w:val="en-GB"/>
        </w:rPr>
        <w:t>Part 0</w:t>
      </w:r>
      <w:r w:rsidR="00580961" w:rsidRPr="00D712EB">
        <w:rPr>
          <w:caps/>
          <w:sz w:val="40"/>
          <w:lang w:val="en-GB"/>
        </w:rPr>
        <w:t>4</w:t>
      </w:r>
      <w:r w:rsidRPr="00D712EB">
        <w:rPr>
          <w:caps/>
          <w:sz w:val="40"/>
          <w:lang w:val="en-GB"/>
        </w:rPr>
        <w:t xml:space="preserve"> </w:t>
      </w:r>
      <w:r w:rsidR="000540EB" w:rsidRPr="00D712EB">
        <w:rPr>
          <w:caps/>
          <w:sz w:val="40"/>
          <w:lang w:val="en-GB"/>
        </w:rPr>
        <w:t>–</w:t>
      </w:r>
      <w:r w:rsidRPr="00D712EB">
        <w:rPr>
          <w:caps/>
          <w:sz w:val="40"/>
          <w:lang w:val="en-GB"/>
        </w:rPr>
        <w:t xml:space="preserve"> </w:t>
      </w:r>
      <w:r w:rsidR="00580961" w:rsidRPr="00D712EB">
        <w:rPr>
          <w:caps/>
          <w:sz w:val="40"/>
          <w:lang w:val="en-GB"/>
        </w:rPr>
        <w:t>mixing and dosing equipment</w:t>
      </w:r>
    </w:p>
    <w:p w14:paraId="1E0F3F71" w14:textId="1C7B9D4E" w:rsidR="00827468" w:rsidRPr="00D712EB" w:rsidRDefault="0007708E" w:rsidP="00233BDE">
      <w:pPr>
        <w:pStyle w:val="Nadpis1"/>
        <w:rPr>
          <w:rStyle w:val="Siln"/>
          <w:rFonts w:cstheme="majorHAnsi"/>
          <w:b/>
          <w:lang w:val="en-GB"/>
        </w:rPr>
      </w:pPr>
      <w:r w:rsidRPr="00D712EB">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D712EB" w14:paraId="23DBF8BC" w14:textId="77777777" w:rsidTr="54A9FA29">
        <w:tc>
          <w:tcPr>
            <w:tcW w:w="3114" w:type="dxa"/>
            <w:shd w:val="clear" w:color="auto" w:fill="DEEAF6" w:themeFill="accent1" w:themeFillTint="33"/>
          </w:tcPr>
          <w:p w14:paraId="4A018DD8" w14:textId="3E5A1CD9"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Name of the public contract</w:t>
            </w:r>
            <w:r w:rsidR="000D388A" w:rsidRPr="00D712EB">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D712EB" w:rsidRDefault="00016769" w:rsidP="008309D1">
            <w:pPr>
              <w:spacing w:line="276" w:lineRule="auto"/>
              <w:rPr>
                <w:rFonts w:asciiTheme="majorHAnsi" w:hAnsiTheme="majorHAnsi" w:cstheme="majorHAnsi"/>
                <w:b/>
                <w:highlight w:val="yellow"/>
                <w:lang w:val="en-GB"/>
              </w:rPr>
            </w:pPr>
            <w:r w:rsidRPr="00D712EB">
              <w:rPr>
                <w:rFonts w:asciiTheme="majorHAnsi" w:hAnsiTheme="majorHAnsi" w:cstheme="majorHAnsi"/>
                <w:b/>
                <w:lang w:val="en-GB"/>
              </w:rPr>
              <w:t>K</w:t>
            </w:r>
            <w:r w:rsidR="00AE6152" w:rsidRPr="00D712EB">
              <w:rPr>
                <w:rFonts w:asciiTheme="majorHAnsi" w:hAnsiTheme="majorHAnsi" w:cstheme="majorHAnsi"/>
                <w:b/>
                <w:lang w:val="en-GB"/>
              </w:rPr>
              <w:t>ű</w:t>
            </w:r>
            <w:r w:rsidRPr="00D712EB">
              <w:rPr>
                <w:rFonts w:asciiTheme="majorHAnsi" w:hAnsiTheme="majorHAnsi" w:cstheme="majorHAnsi"/>
                <w:b/>
                <w:lang w:val="en-GB"/>
              </w:rPr>
              <w:t xml:space="preserve">mpers Textil s.r.o. – </w:t>
            </w:r>
            <w:r w:rsidR="0007708E" w:rsidRPr="00D712EB">
              <w:rPr>
                <w:rFonts w:asciiTheme="majorHAnsi" w:hAnsiTheme="majorHAnsi" w:cstheme="majorHAnsi"/>
                <w:b/>
                <w:lang w:val="en-GB"/>
              </w:rPr>
              <w:t xml:space="preserve">Acquisition of </w:t>
            </w:r>
            <w:r w:rsidR="001E264A" w:rsidRPr="00D712EB">
              <w:rPr>
                <w:rFonts w:asciiTheme="majorHAnsi" w:hAnsiTheme="majorHAnsi" w:cstheme="majorHAnsi"/>
                <w:b/>
                <w:lang w:val="en-GB"/>
              </w:rPr>
              <w:t>M</w:t>
            </w:r>
            <w:r w:rsidR="0007708E" w:rsidRPr="00D712EB">
              <w:rPr>
                <w:rFonts w:asciiTheme="majorHAnsi" w:hAnsiTheme="majorHAnsi" w:cstheme="majorHAnsi"/>
                <w:b/>
                <w:lang w:val="en-GB"/>
              </w:rPr>
              <w:t xml:space="preserve">achinery </w:t>
            </w:r>
          </w:p>
        </w:tc>
      </w:tr>
      <w:tr w:rsidR="000D388A" w:rsidRPr="00D712EB" w14:paraId="6BECB999" w14:textId="77777777" w:rsidTr="54A9FA29">
        <w:tc>
          <w:tcPr>
            <w:tcW w:w="3114" w:type="dxa"/>
          </w:tcPr>
          <w:p w14:paraId="48E215BE" w14:textId="2460DBC3"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Type of selection procedure:</w:t>
            </w:r>
          </w:p>
        </w:tc>
        <w:tc>
          <w:tcPr>
            <w:tcW w:w="5948" w:type="dxa"/>
          </w:tcPr>
          <w:p w14:paraId="1866BB2C" w14:textId="4291B935" w:rsidR="000D388A" w:rsidRPr="00D712EB" w:rsidRDefault="0007708E" w:rsidP="008309D1">
            <w:pPr>
              <w:spacing w:line="276" w:lineRule="auto"/>
              <w:rPr>
                <w:rFonts w:asciiTheme="majorHAnsi" w:hAnsiTheme="majorHAnsi" w:cstheme="majorHAnsi"/>
                <w:lang w:val="en-GB"/>
              </w:rPr>
            </w:pPr>
            <w:r w:rsidRPr="00D712EB">
              <w:rPr>
                <w:rFonts w:asciiTheme="majorHAnsi" w:hAnsiTheme="majorHAnsi" w:cstheme="majorHAnsi"/>
                <w:lang w:val="en-GB"/>
              </w:rPr>
              <w:t>public contract outside the regime of Act No. 134/2016 Coll., on Public Procurement (hereinafter referred to as</w:t>
            </w:r>
            <w:r w:rsidR="009E7E68" w:rsidRPr="00D712EB">
              <w:rPr>
                <w:rFonts w:asciiTheme="majorHAnsi" w:hAnsiTheme="majorHAnsi" w:cstheme="majorHAnsi"/>
                <w:lang w:val="en-GB"/>
              </w:rPr>
              <w:t xml:space="preserve"> „</w:t>
            </w:r>
            <w:proofErr w:type="gramStart"/>
            <w:r w:rsidR="009E7E68" w:rsidRPr="00D712EB">
              <w:rPr>
                <w:rFonts w:asciiTheme="majorHAnsi" w:hAnsiTheme="majorHAnsi" w:cstheme="majorHAnsi"/>
                <w:b/>
                <w:bCs/>
                <w:lang w:val="en-GB"/>
              </w:rPr>
              <w:t>ZZVZ</w:t>
            </w:r>
            <w:r w:rsidR="009E7E68" w:rsidRPr="00D712EB">
              <w:rPr>
                <w:rFonts w:asciiTheme="majorHAnsi" w:hAnsiTheme="majorHAnsi" w:cstheme="majorHAnsi"/>
                <w:lang w:val="en-GB"/>
              </w:rPr>
              <w:t>“</w:t>
            </w:r>
            <w:proofErr w:type="gramEnd"/>
            <w:r w:rsidR="009E7E68" w:rsidRPr="00D712EB">
              <w:rPr>
                <w:rFonts w:asciiTheme="majorHAnsi" w:hAnsiTheme="majorHAnsi" w:cstheme="majorHAnsi"/>
                <w:lang w:val="en-GB"/>
              </w:rPr>
              <w:t>)</w:t>
            </w:r>
          </w:p>
        </w:tc>
      </w:tr>
      <w:tr w:rsidR="000D388A" w:rsidRPr="00D712EB" w14:paraId="16E049F7" w14:textId="77777777" w:rsidTr="54A9FA29">
        <w:tc>
          <w:tcPr>
            <w:tcW w:w="3114" w:type="dxa"/>
          </w:tcPr>
          <w:p w14:paraId="73991392" w14:textId="57977B5B" w:rsidR="000D388A"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Type of public contract:</w:t>
            </w:r>
          </w:p>
        </w:tc>
        <w:tc>
          <w:tcPr>
            <w:tcW w:w="5948" w:type="dxa"/>
          </w:tcPr>
          <w:p w14:paraId="558A2090" w14:textId="2283BD04" w:rsidR="000D388A" w:rsidRPr="00D712EB" w:rsidRDefault="0007708E" w:rsidP="008309D1">
            <w:pPr>
              <w:spacing w:line="276" w:lineRule="auto"/>
              <w:rPr>
                <w:rFonts w:asciiTheme="majorHAnsi" w:hAnsiTheme="majorHAnsi" w:cstheme="majorHAnsi"/>
                <w:lang w:val="en-GB"/>
              </w:rPr>
            </w:pPr>
            <w:r w:rsidRPr="00D712EB">
              <w:rPr>
                <w:rFonts w:asciiTheme="majorHAnsi" w:hAnsiTheme="majorHAnsi" w:cstheme="majorHAnsi"/>
                <w:lang w:val="en-GB"/>
              </w:rPr>
              <w:t>Supplies</w:t>
            </w:r>
          </w:p>
        </w:tc>
      </w:tr>
    </w:tbl>
    <w:p w14:paraId="0DA435E4" w14:textId="77777777" w:rsidR="00393720" w:rsidRPr="00D712EB"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D712EB" w14:paraId="3EB3314F" w14:textId="77777777" w:rsidTr="002F1AF3">
        <w:tc>
          <w:tcPr>
            <w:tcW w:w="3114" w:type="dxa"/>
            <w:shd w:val="clear" w:color="auto" w:fill="DEEAF6" w:themeFill="accent1" w:themeFillTint="33"/>
          </w:tcPr>
          <w:p w14:paraId="6FB43268" w14:textId="331E2E13" w:rsidR="00BF4D9C"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696E92B4" w:rsidR="00BF4D9C" w:rsidRPr="00D712EB" w:rsidRDefault="00583CEF"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D712EB" w14:paraId="328D9774" w14:textId="77777777" w:rsidTr="00B067DF">
        <w:tc>
          <w:tcPr>
            <w:tcW w:w="3114" w:type="dxa"/>
          </w:tcPr>
          <w:p w14:paraId="7B778BC5" w14:textId="1971ADCC" w:rsidR="00BF4D9C"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35572C55" w:rsidR="00BF4D9C"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12EB" w14:paraId="04DE2E11" w14:textId="77777777" w:rsidTr="00B067DF">
        <w:tc>
          <w:tcPr>
            <w:tcW w:w="3114" w:type="dxa"/>
          </w:tcPr>
          <w:p w14:paraId="7CF805D1" w14:textId="3B1BBA60" w:rsidR="00072135" w:rsidRPr="00D712EB" w:rsidRDefault="0007708E" w:rsidP="008309D1">
            <w:pPr>
              <w:spacing w:line="276" w:lineRule="auto"/>
              <w:rPr>
                <w:rFonts w:asciiTheme="majorHAnsi" w:hAnsiTheme="majorHAnsi" w:cstheme="majorHAnsi"/>
                <w:b/>
                <w:lang w:val="en-GB"/>
              </w:rPr>
            </w:pPr>
            <w:r w:rsidRPr="00D712EB">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01BD2629" w:rsidR="00072135"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D712EB" w14:paraId="59560601" w14:textId="77777777" w:rsidTr="00B067DF">
        <w:tc>
          <w:tcPr>
            <w:tcW w:w="3114" w:type="dxa"/>
          </w:tcPr>
          <w:p w14:paraId="5A99E7F0" w14:textId="013C4DBD" w:rsidR="00072135" w:rsidRPr="00D712EB" w:rsidRDefault="00072135" w:rsidP="008309D1">
            <w:pPr>
              <w:spacing w:line="276" w:lineRule="auto"/>
              <w:rPr>
                <w:rFonts w:asciiTheme="majorHAnsi" w:hAnsiTheme="majorHAnsi" w:cstheme="majorHAnsi"/>
                <w:b/>
                <w:lang w:val="en-GB"/>
              </w:rPr>
            </w:pPr>
            <w:r w:rsidRPr="00D712EB">
              <w:rPr>
                <w:rFonts w:asciiTheme="majorHAnsi" w:hAnsiTheme="majorHAnsi" w:cstheme="majorHAnsi"/>
                <w:b/>
                <w:lang w:val="en-GB"/>
              </w:rPr>
              <w:t>I</w:t>
            </w:r>
            <w:r w:rsidR="0007708E" w:rsidRPr="00D712EB">
              <w:rPr>
                <w:rFonts w:asciiTheme="majorHAnsi" w:hAnsiTheme="majorHAnsi" w:cstheme="majorHAnsi"/>
                <w:b/>
                <w:lang w:val="en-GB"/>
              </w:rPr>
              <w:t>dentifications No.</w:t>
            </w:r>
            <w:r w:rsidRPr="00D712EB">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060B8DA7" w:rsidR="00072135" w:rsidRPr="00D712EB" w:rsidRDefault="00583CEF"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D712EB" w:rsidRDefault="003C2F68" w:rsidP="008309D1">
      <w:pPr>
        <w:spacing w:before="120" w:after="120" w:line="276" w:lineRule="auto"/>
        <w:jc w:val="both"/>
        <w:rPr>
          <w:rFonts w:asciiTheme="majorHAnsi" w:hAnsiTheme="majorHAnsi" w:cstheme="majorHAnsi"/>
          <w:b/>
          <w:lang w:val="en-GB"/>
        </w:rPr>
      </w:pPr>
      <w:r w:rsidRPr="00D712EB">
        <w:rPr>
          <w:rFonts w:asciiTheme="majorHAnsi" w:hAnsiTheme="majorHAnsi" w:cstheme="majorHAnsi"/>
          <w:b/>
          <w:lang w:val="en-GB"/>
        </w:rPr>
        <w:t>This document is signed exclusively by a person authorized to represent the participant in the selection procedure</w:t>
      </w:r>
      <w:r w:rsidR="000D388A" w:rsidRPr="00D712EB">
        <w:rPr>
          <w:rFonts w:asciiTheme="majorHAnsi" w:hAnsiTheme="majorHAnsi" w:cstheme="majorHAnsi"/>
          <w:b/>
          <w:lang w:val="en-GB"/>
        </w:rPr>
        <w:t xml:space="preserve">. </w:t>
      </w:r>
    </w:p>
    <w:p w14:paraId="2A26350A" w14:textId="3FEB7137" w:rsidR="00B067DF" w:rsidRPr="00D712EB" w:rsidRDefault="003C2F68" w:rsidP="008309D1">
      <w:pPr>
        <w:pStyle w:val="Nadpis1"/>
        <w:spacing w:line="276" w:lineRule="auto"/>
        <w:rPr>
          <w:rStyle w:val="Siln"/>
          <w:rFonts w:cstheme="majorHAnsi"/>
          <w:b/>
          <w:lang w:val="en-GB"/>
        </w:rPr>
      </w:pPr>
      <w:r w:rsidRPr="00D712EB">
        <w:rPr>
          <w:rStyle w:val="Siln"/>
          <w:rFonts w:cstheme="majorHAnsi"/>
          <w:lang w:val="en-GB"/>
        </w:rPr>
        <w:t>Technical specification of the subject matter of the public contract</w:t>
      </w:r>
    </w:p>
    <w:p w14:paraId="7E0C5655" w14:textId="2C91DF3A" w:rsidR="008F4095" w:rsidRPr="00D712EB" w:rsidRDefault="003C2F68" w:rsidP="4D7A93C3">
      <w:pPr>
        <w:spacing w:line="276" w:lineRule="auto"/>
        <w:jc w:val="both"/>
        <w:rPr>
          <w:rFonts w:asciiTheme="majorHAnsi" w:hAnsiTheme="majorHAnsi" w:cstheme="majorBidi"/>
          <w:lang w:val="en-GB"/>
        </w:rPr>
      </w:pPr>
      <w:r w:rsidRPr="00D712EB">
        <w:rPr>
          <w:rFonts w:asciiTheme="majorHAnsi" w:hAnsiTheme="majorHAnsi" w:cstheme="majorBidi"/>
          <w:lang w:val="en-GB"/>
        </w:rPr>
        <w:t>This document sets out the minimum required technical parameters of the subject matter of the public contract</w:t>
      </w:r>
      <w:r w:rsidR="00494E93" w:rsidRPr="00D712EB">
        <w:rPr>
          <w:rFonts w:asciiTheme="majorHAnsi" w:hAnsiTheme="majorHAnsi" w:cstheme="majorBidi"/>
          <w:lang w:val="en-GB"/>
        </w:rPr>
        <w:t xml:space="preserve"> – </w:t>
      </w:r>
      <w:r w:rsidRPr="00D712EB">
        <w:rPr>
          <w:rFonts w:asciiTheme="majorHAnsi" w:hAnsiTheme="majorHAnsi" w:cstheme="majorBidi"/>
          <w:b/>
          <w:bCs/>
          <w:lang w:val="en-GB"/>
        </w:rPr>
        <w:t>Part 0</w:t>
      </w:r>
      <w:r w:rsidR="00580961" w:rsidRPr="00D712EB">
        <w:rPr>
          <w:rFonts w:asciiTheme="majorHAnsi" w:hAnsiTheme="majorHAnsi" w:cstheme="majorBidi"/>
          <w:b/>
          <w:bCs/>
          <w:lang w:val="en-GB"/>
        </w:rPr>
        <w:t>4</w:t>
      </w:r>
      <w:r w:rsidRPr="00D712EB">
        <w:rPr>
          <w:rFonts w:asciiTheme="majorHAnsi" w:hAnsiTheme="majorHAnsi" w:cstheme="majorBidi"/>
          <w:b/>
          <w:bCs/>
          <w:lang w:val="en-GB"/>
        </w:rPr>
        <w:t xml:space="preserve"> </w:t>
      </w:r>
      <w:r w:rsidR="000540EB" w:rsidRPr="00D712EB">
        <w:rPr>
          <w:rFonts w:asciiTheme="majorHAnsi" w:hAnsiTheme="majorHAnsi" w:cstheme="majorBidi"/>
          <w:b/>
          <w:bCs/>
          <w:lang w:val="en-GB"/>
        </w:rPr>
        <w:t>–</w:t>
      </w:r>
      <w:r w:rsidRPr="00D712EB">
        <w:rPr>
          <w:rFonts w:asciiTheme="majorHAnsi" w:hAnsiTheme="majorHAnsi" w:cstheme="majorBidi"/>
          <w:b/>
          <w:bCs/>
          <w:lang w:val="en-GB"/>
        </w:rPr>
        <w:t xml:space="preserve"> </w:t>
      </w:r>
      <w:r w:rsidR="00580961" w:rsidRPr="00D712EB">
        <w:rPr>
          <w:rFonts w:asciiTheme="majorHAnsi" w:hAnsiTheme="majorHAnsi" w:cstheme="majorBidi"/>
          <w:b/>
          <w:bCs/>
          <w:lang w:val="en-GB"/>
        </w:rPr>
        <w:t>Mixing and dosing equipment</w:t>
      </w:r>
      <w:r w:rsidR="00300F70" w:rsidRPr="00D712EB">
        <w:rPr>
          <w:rFonts w:asciiTheme="majorHAnsi" w:hAnsiTheme="majorHAnsi" w:cstheme="majorBidi"/>
          <w:b/>
          <w:bCs/>
          <w:lang w:val="en-GB"/>
        </w:rPr>
        <w:t xml:space="preserve"> – </w:t>
      </w:r>
      <w:r w:rsidR="00580961" w:rsidRPr="00D712EB">
        <w:rPr>
          <w:rFonts w:asciiTheme="majorHAnsi" w:hAnsiTheme="majorHAnsi" w:cstheme="majorBidi"/>
          <w:b/>
          <w:bCs/>
          <w:lang w:val="en-GB"/>
        </w:rPr>
        <w:t>4</w:t>
      </w:r>
      <w:r w:rsidR="00300F70" w:rsidRPr="00D712EB">
        <w:rPr>
          <w:rFonts w:asciiTheme="majorHAnsi" w:hAnsiTheme="majorHAnsi" w:cstheme="majorBidi"/>
          <w:b/>
          <w:bCs/>
          <w:lang w:val="en-GB"/>
        </w:rPr>
        <w:t xml:space="preserve"> </w:t>
      </w:r>
      <w:r w:rsidR="006260FE" w:rsidRPr="00D712EB">
        <w:rPr>
          <w:rFonts w:asciiTheme="majorHAnsi" w:hAnsiTheme="majorHAnsi" w:cstheme="majorBidi"/>
          <w:b/>
          <w:bCs/>
          <w:lang w:val="en-GB"/>
        </w:rPr>
        <w:t xml:space="preserve">pieces </w:t>
      </w:r>
      <w:r w:rsidR="00494E93" w:rsidRPr="00D712EB">
        <w:rPr>
          <w:rFonts w:asciiTheme="majorHAnsi" w:hAnsiTheme="majorHAnsi" w:cstheme="majorBidi"/>
          <w:lang w:val="en-GB"/>
        </w:rPr>
        <w:t>(</w:t>
      </w:r>
      <w:r w:rsidRPr="00D712EB">
        <w:rPr>
          <w:rFonts w:asciiTheme="majorHAnsi" w:hAnsiTheme="majorHAnsi" w:cstheme="majorBidi"/>
          <w:lang w:val="en-GB"/>
        </w:rPr>
        <w:t>hereinafter referred to as the "</w:t>
      </w:r>
      <w:r w:rsidRPr="00D712EB">
        <w:rPr>
          <w:rFonts w:asciiTheme="majorHAnsi" w:hAnsiTheme="majorHAnsi" w:cstheme="majorBidi"/>
          <w:b/>
          <w:bCs/>
          <w:lang w:val="en-GB"/>
        </w:rPr>
        <w:t>subject matter of the public contract</w:t>
      </w:r>
      <w:r w:rsidRPr="00D712EB">
        <w:rPr>
          <w:rFonts w:asciiTheme="majorHAnsi" w:hAnsiTheme="majorHAnsi" w:cstheme="majorBidi"/>
          <w:lang w:val="en-GB"/>
        </w:rPr>
        <w:t>" or "</w:t>
      </w:r>
      <w:r w:rsidRPr="00D712EB">
        <w:rPr>
          <w:rFonts w:asciiTheme="majorHAnsi" w:hAnsiTheme="majorHAnsi" w:cstheme="majorBidi"/>
          <w:b/>
          <w:bCs/>
          <w:lang w:val="en-GB"/>
        </w:rPr>
        <w:t>equipment</w:t>
      </w:r>
      <w:r w:rsidRPr="00D712EB">
        <w:rPr>
          <w:rFonts w:asciiTheme="majorHAnsi" w:hAnsiTheme="majorHAnsi" w:cstheme="majorBidi"/>
          <w:lang w:val="en-GB"/>
        </w:rPr>
        <w:t>"</w:t>
      </w:r>
      <w:r w:rsidR="00494E93" w:rsidRPr="00D712EB">
        <w:rPr>
          <w:rFonts w:asciiTheme="majorHAnsi" w:hAnsiTheme="majorHAnsi" w:cstheme="majorBidi"/>
          <w:lang w:val="en-GB"/>
        </w:rPr>
        <w:t>).</w:t>
      </w:r>
      <w:r w:rsidR="4DB67052" w:rsidRPr="00D712EB">
        <w:rPr>
          <w:rFonts w:asciiTheme="majorHAnsi" w:hAnsiTheme="majorHAnsi" w:cstheme="majorBidi"/>
          <w:lang w:val="en-GB"/>
        </w:rPr>
        <w:t xml:space="preserve"> </w:t>
      </w:r>
    </w:p>
    <w:p w14:paraId="68AA4DC6" w14:textId="641221F5" w:rsidR="00494E93" w:rsidRPr="00D712EB" w:rsidRDefault="006260FE" w:rsidP="4D7A93C3">
      <w:pPr>
        <w:spacing w:line="276" w:lineRule="auto"/>
        <w:jc w:val="both"/>
        <w:rPr>
          <w:rFonts w:asciiTheme="majorHAnsi" w:hAnsiTheme="majorHAnsi" w:cstheme="majorBidi"/>
          <w:lang w:val="en-GB"/>
        </w:rPr>
      </w:pPr>
      <w:r w:rsidRPr="00D712EB">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D712EB">
        <w:rPr>
          <w:rFonts w:ascii="Calibri Light" w:eastAsia="Calibri Light" w:hAnsi="Calibri Light" w:cs="Calibri Light"/>
          <w:lang w:val="en-GB"/>
        </w:rPr>
        <w:t>.</w:t>
      </w:r>
    </w:p>
    <w:p w14:paraId="22535DDD" w14:textId="77777777" w:rsidR="006260FE" w:rsidRPr="00D712EB" w:rsidRDefault="006260FE" w:rsidP="005203BF">
      <w:pPr>
        <w:spacing w:line="276" w:lineRule="auto"/>
        <w:jc w:val="both"/>
        <w:rPr>
          <w:rFonts w:asciiTheme="majorHAnsi" w:hAnsiTheme="majorHAnsi" w:cstheme="majorHAnsi"/>
          <w:lang w:val="en-GB"/>
        </w:rPr>
      </w:pPr>
      <w:r w:rsidRPr="00D712EB">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D712EB">
        <w:rPr>
          <w:rFonts w:asciiTheme="majorHAnsi" w:hAnsiTheme="majorHAnsi" w:cstheme="majorHAnsi"/>
          <w:b/>
          <w:lang w:val="en-GB"/>
        </w:rPr>
        <w:t>the minimum permissible</w:t>
      </w:r>
      <w:r w:rsidRPr="00D712EB">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D712EB" w:rsidRDefault="006260FE" w:rsidP="00494E93">
      <w:pPr>
        <w:pStyle w:val="Nadpis1"/>
        <w:rPr>
          <w:rStyle w:val="Siln"/>
          <w:rFonts w:cstheme="majorHAnsi"/>
          <w:b/>
          <w:bCs w:val="0"/>
          <w:lang w:val="en-GB"/>
        </w:rPr>
      </w:pPr>
      <w:r w:rsidRPr="00D712EB">
        <w:rPr>
          <w:rStyle w:val="Siln"/>
          <w:rFonts w:cstheme="majorHAnsi"/>
          <w:b/>
          <w:bCs w:val="0"/>
          <w:lang w:val="en-GB"/>
        </w:rPr>
        <w:lastRenderedPageBreak/>
        <w:t>Device offered by the participant</w:t>
      </w:r>
    </w:p>
    <w:p w14:paraId="07966072" w14:textId="1008B98B" w:rsidR="006260FE" w:rsidRPr="00D712EB" w:rsidRDefault="006260FE" w:rsidP="00B164FA">
      <w:pPr>
        <w:spacing w:line="276" w:lineRule="auto"/>
        <w:jc w:val="both"/>
        <w:rPr>
          <w:rFonts w:asciiTheme="majorHAnsi" w:hAnsiTheme="majorHAnsi" w:cstheme="majorHAnsi"/>
          <w:lang w:val="en-GB"/>
        </w:rPr>
      </w:pPr>
      <w:r w:rsidRPr="00D712EB">
        <w:rPr>
          <w:rFonts w:asciiTheme="majorHAnsi" w:hAnsiTheme="majorHAnsi" w:cstheme="majorHAnsi"/>
          <w:b/>
          <w:lang w:val="en-GB"/>
        </w:rPr>
        <w:t xml:space="preserve">For </w:t>
      </w:r>
      <w:r w:rsidRPr="00D712EB">
        <w:rPr>
          <w:rFonts w:asciiTheme="majorHAnsi" w:hAnsiTheme="majorHAnsi" w:cstheme="majorHAnsi"/>
          <w:b/>
          <w:u w:val="single"/>
          <w:lang w:val="en-GB"/>
        </w:rPr>
        <w:t>each</w:t>
      </w:r>
      <w:r w:rsidRPr="00D712EB">
        <w:rPr>
          <w:rFonts w:asciiTheme="majorHAnsi" w:hAnsiTheme="majorHAnsi" w:cstheme="majorHAnsi"/>
          <w:b/>
          <w:lang w:val="en-GB"/>
        </w:rPr>
        <w:t xml:space="preserve"> item (row) of the table, the participant </w:t>
      </w:r>
      <w:r w:rsidRPr="00D712EB">
        <w:rPr>
          <w:rFonts w:asciiTheme="majorHAnsi" w:hAnsiTheme="majorHAnsi" w:cstheme="majorHAnsi"/>
          <w:b/>
          <w:u w:val="single"/>
          <w:lang w:val="en-GB"/>
        </w:rPr>
        <w:t>shall state the specific technical parameters of the equipment offered</w:t>
      </w:r>
      <w:r w:rsidRPr="00D712EB">
        <w:rPr>
          <w:rFonts w:asciiTheme="majorHAnsi" w:hAnsiTheme="majorHAnsi" w:cstheme="majorHAnsi"/>
          <w:b/>
          <w:lang w:val="en-GB"/>
        </w:rPr>
        <w:t xml:space="preserve"> or, for non-quantifiable requirements, he shall state YES/NO,</w:t>
      </w:r>
      <w:r w:rsidRPr="00D712EB">
        <w:rPr>
          <w:rFonts w:asciiTheme="majorHAnsi" w:hAnsiTheme="majorHAnsi" w:cstheme="majorHAnsi"/>
          <w:lang w:val="en-GB"/>
        </w:rPr>
        <w:t xml:space="preserve"> i.e. whether the device meets or does not meet this requirement. </w:t>
      </w:r>
    </w:p>
    <w:p w14:paraId="15E71D76" w14:textId="39C2CA29" w:rsidR="00494E93" w:rsidRPr="00D712EB" w:rsidRDefault="006260FE" w:rsidP="00494E93">
      <w:pPr>
        <w:spacing w:line="276" w:lineRule="auto"/>
        <w:jc w:val="both"/>
        <w:rPr>
          <w:rFonts w:asciiTheme="majorHAnsi" w:hAnsiTheme="majorHAnsi" w:cstheme="majorHAnsi"/>
          <w:lang w:val="en-GB"/>
        </w:rPr>
      </w:pPr>
      <w:r w:rsidRPr="00D712EB">
        <w:rPr>
          <w:rFonts w:asciiTheme="majorHAnsi" w:hAnsiTheme="majorHAnsi" w:cstheme="majorHAnsi"/>
          <w:lang w:val="en-GB"/>
        </w:rPr>
        <w:t>Furthermore, the participant shall state the</w:t>
      </w:r>
      <w:r w:rsidRPr="00D712EB">
        <w:rPr>
          <w:rFonts w:asciiTheme="majorHAnsi" w:hAnsiTheme="majorHAnsi" w:cstheme="majorHAnsi"/>
          <w:b/>
          <w:lang w:val="en-GB"/>
        </w:rPr>
        <w:t xml:space="preserve"> manufacturer and type designation of the offered equipment</w:t>
      </w:r>
      <w:r w:rsidRPr="00D712EB">
        <w:rPr>
          <w:rFonts w:asciiTheme="majorHAnsi" w:hAnsiTheme="majorHAnsi" w:cstheme="majorHAnsi"/>
          <w:lang w:val="en-GB"/>
        </w:rPr>
        <w:t xml:space="preserve"> and </w:t>
      </w:r>
      <w:r w:rsidRPr="00D712EB">
        <w:rPr>
          <w:rFonts w:asciiTheme="majorHAnsi" w:hAnsiTheme="majorHAnsi" w:cstheme="majorHAnsi"/>
          <w:b/>
          <w:lang w:val="en-GB"/>
        </w:rPr>
        <w:t xml:space="preserve">the price calculation of </w:t>
      </w:r>
      <w:r w:rsidRPr="00D712EB">
        <w:rPr>
          <w:rFonts w:asciiTheme="majorHAnsi" w:hAnsiTheme="majorHAnsi" w:cstheme="majorHAnsi"/>
          <w:lang w:val="en-GB"/>
        </w:rPr>
        <w:t>the participant's offer</w:t>
      </w:r>
      <w:r w:rsidR="00494E93" w:rsidRPr="00D712EB">
        <w:rPr>
          <w:rFonts w:asciiTheme="majorHAnsi" w:hAnsiTheme="majorHAnsi" w:cstheme="majorHAnsi"/>
          <w:b/>
          <w:lang w:val="en-GB"/>
        </w:rPr>
        <w:t>.</w:t>
      </w:r>
      <w:r w:rsidR="00494E93" w:rsidRPr="00D712EB">
        <w:rPr>
          <w:rFonts w:asciiTheme="majorHAnsi" w:hAnsiTheme="majorHAnsi" w:cstheme="majorHAnsi"/>
          <w:lang w:val="en-GB"/>
        </w:rPr>
        <w:t xml:space="preserve"> </w:t>
      </w:r>
    </w:p>
    <w:p w14:paraId="55838ECC" w14:textId="206E8E23" w:rsidR="00494E93" w:rsidRPr="00D712EB" w:rsidRDefault="001E264A" w:rsidP="00494E93">
      <w:pPr>
        <w:spacing w:line="276" w:lineRule="auto"/>
        <w:jc w:val="both"/>
        <w:rPr>
          <w:rFonts w:asciiTheme="majorHAnsi" w:hAnsiTheme="majorHAnsi" w:cstheme="majorHAnsi"/>
          <w:lang w:val="en-GB"/>
        </w:rPr>
      </w:pPr>
      <w:r w:rsidRPr="00D712EB">
        <w:rPr>
          <w:rFonts w:asciiTheme="majorHAnsi" w:hAnsiTheme="majorHAnsi" w:cstheme="majorHAnsi"/>
          <w:lang w:val="en-GB"/>
        </w:rPr>
        <w:t>For</w:t>
      </w:r>
      <w:r w:rsidR="006260FE" w:rsidRPr="00D712EB">
        <w:rPr>
          <w:rFonts w:asciiTheme="majorHAnsi" w:hAnsiTheme="majorHAnsi" w:cstheme="majorHAnsi"/>
          <w:lang w:val="en-GB"/>
        </w:rPr>
        <w:t xml:space="preserve"> the bid to be assessed and further evaluated, the participant must meet </w:t>
      </w:r>
      <w:r w:rsidR="006260FE" w:rsidRPr="00D712EB">
        <w:rPr>
          <w:rFonts w:asciiTheme="majorHAnsi" w:hAnsiTheme="majorHAnsi" w:cstheme="majorHAnsi"/>
          <w:b/>
          <w:u w:val="single"/>
          <w:lang w:val="en-GB"/>
        </w:rPr>
        <w:t>all</w:t>
      </w:r>
      <w:r w:rsidR="006260FE" w:rsidRPr="00D712EB">
        <w:rPr>
          <w:rFonts w:asciiTheme="majorHAnsi" w:hAnsiTheme="majorHAnsi" w:cstheme="majorHAnsi"/>
          <w:lang w:val="en-GB"/>
        </w:rPr>
        <w:t xml:space="preserve"> the technical parameters of the equipment required by the contracting authority</w:t>
      </w:r>
      <w:r w:rsidR="00494E93" w:rsidRPr="00D712EB">
        <w:rPr>
          <w:rFonts w:asciiTheme="majorHAnsi" w:hAnsiTheme="majorHAnsi" w:cstheme="majorHAnsi"/>
          <w:lang w:val="en-GB"/>
        </w:rPr>
        <w:t>.</w:t>
      </w:r>
    </w:p>
    <w:p w14:paraId="007978AB" w14:textId="0FA489DF" w:rsidR="00494E93" w:rsidRPr="00D712EB" w:rsidRDefault="00580961" w:rsidP="00494E93">
      <w:pPr>
        <w:spacing w:line="276" w:lineRule="auto"/>
        <w:jc w:val="both"/>
        <w:rPr>
          <w:rFonts w:asciiTheme="majorHAnsi" w:hAnsiTheme="majorHAnsi" w:cstheme="majorHAnsi"/>
          <w:b/>
          <w:u w:val="single"/>
          <w:lang w:val="en-GB"/>
        </w:rPr>
      </w:pPr>
      <w:r w:rsidRPr="00D712EB">
        <w:rPr>
          <w:rFonts w:asciiTheme="majorHAnsi" w:hAnsiTheme="majorHAnsi" w:cstheme="majorBidi"/>
          <w:b/>
          <w:bCs/>
          <w:u w:val="single"/>
          <w:lang w:val="en-GB"/>
        </w:rPr>
        <w:t>Mixing and dosing equipment – 4 pieces</w:t>
      </w:r>
      <w:r w:rsidR="00300F70" w:rsidRPr="00D712EB">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D712EB"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D712EB" w:rsidRDefault="006260FE" w:rsidP="00494E93">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D712EB" w:rsidRDefault="006260FE" w:rsidP="00494E93">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Technical parameters offered by the participant or YES/NO – according to the below</w:t>
            </w:r>
            <w:r w:rsidR="00CD1ADC" w:rsidRPr="00D712EB">
              <w:rPr>
                <w:rFonts w:asciiTheme="majorHAnsi" w:hAnsiTheme="majorHAnsi" w:cstheme="majorHAnsi"/>
                <w:b/>
                <w:lang w:val="en-GB"/>
              </w:rPr>
              <w:t>:</w:t>
            </w:r>
          </w:p>
        </w:tc>
      </w:tr>
      <w:tr w:rsidR="00494E93" w:rsidRPr="00D712EB"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157D95EC" w:rsidR="00494E93" w:rsidRPr="00D712EB" w:rsidRDefault="003E3807" w:rsidP="001B7CEE">
            <w:pPr>
              <w:spacing w:after="0" w:line="276" w:lineRule="auto"/>
              <w:rPr>
                <w:rFonts w:asciiTheme="majorHAnsi" w:hAnsiTheme="majorHAnsi" w:cstheme="majorHAnsi"/>
                <w:lang w:val="en-GB"/>
              </w:rPr>
            </w:pPr>
            <w:r w:rsidRPr="00D712EB">
              <w:rPr>
                <w:rFonts w:asciiTheme="majorHAnsi" w:hAnsiTheme="majorHAnsi" w:cstheme="majorHAnsi"/>
                <w:lang w:val="en-GB"/>
              </w:rPr>
              <w:t>Number of mixture components</w:t>
            </w:r>
          </w:p>
        </w:tc>
        <w:tc>
          <w:tcPr>
            <w:tcW w:w="2551" w:type="dxa"/>
            <w:tcBorders>
              <w:top w:val="single" w:sz="4" w:space="0" w:color="000000"/>
              <w:left w:val="single" w:sz="4" w:space="0" w:color="000000"/>
              <w:bottom w:val="single" w:sz="4" w:space="0" w:color="000000"/>
            </w:tcBorders>
            <w:vAlign w:val="center"/>
          </w:tcPr>
          <w:p w14:paraId="2130726C" w14:textId="16E4ED69" w:rsidR="00494E93" w:rsidRPr="00D712EB" w:rsidRDefault="003E3807" w:rsidP="001B7CEE">
            <w:pPr>
              <w:spacing w:after="0" w:line="276" w:lineRule="auto"/>
              <w:rPr>
                <w:rFonts w:asciiTheme="majorHAnsi" w:hAnsiTheme="majorHAnsi" w:cstheme="majorHAnsi"/>
                <w:lang w:val="en-GB"/>
              </w:rPr>
            </w:pPr>
            <w:r w:rsidRPr="00D712EB">
              <w:rPr>
                <w:rFonts w:asciiTheme="majorHAnsi" w:hAnsiTheme="majorHAnsi" w:cstheme="majorHAnsi"/>
                <w:lang w:val="en-GB"/>
              </w:rPr>
              <w:t>3</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Content>
              <w:p w14:paraId="5AA25420" w14:textId="775B5951" w:rsidR="00494E93" w:rsidRPr="00D712EB" w:rsidRDefault="00583CEF"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262902" w:rsidRPr="00D712EB">
                  <w:rPr>
                    <w:rStyle w:val="Zstupntext"/>
                    <w:rFonts w:asciiTheme="majorHAnsi" w:hAnsiTheme="majorHAnsi" w:cstheme="majorHAnsi"/>
                    <w:highlight w:val="yellow"/>
                    <w:lang w:val="en-GB"/>
                  </w:rPr>
                  <w:t>.</w:t>
                </w:r>
              </w:p>
            </w:sdtContent>
          </w:sdt>
        </w:tc>
      </w:tr>
      <w:tr w:rsidR="008314CE" w:rsidRPr="00D712EB"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0C9C97F5" w:rsidR="008314CE" w:rsidRPr="00D712EB" w:rsidRDefault="00D712EB"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Ratio check during operation</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8FF7C92"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Automatic</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352188788"/>
              <w:placeholder>
                <w:docPart w:val="C147CE3CEEDC42568C8FFE5D0D26AFFF"/>
              </w:placeholder>
            </w:sdtPr>
            <w:sdtContent>
              <w:p w14:paraId="70CB79A9" w14:textId="08EA89DB" w:rsidR="008314CE" w:rsidRPr="00D712EB" w:rsidRDefault="0084661E"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314CE" w:rsidRPr="00D712EB"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6CD9CAE0"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Component A template (resin, viscosity approx. 10000 mPas/80°C, density approx. 1.15 g/cm3)</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3459AECB" w:rsidR="008314CE" w:rsidRPr="00D712EB" w:rsidRDefault="003E3807" w:rsidP="008314CE">
            <w:pPr>
              <w:spacing w:after="0" w:line="276" w:lineRule="auto"/>
              <w:rPr>
                <w:rFonts w:asciiTheme="majorHAnsi" w:hAnsiTheme="majorHAnsi" w:cstheme="majorHAnsi"/>
                <w:lang w:val="en-GB"/>
              </w:rPr>
            </w:pPr>
            <w:r w:rsidRPr="00D712EB">
              <w:rPr>
                <w:rFonts w:asciiTheme="majorHAnsi" w:hAnsiTheme="majorHAnsi" w:cstheme="majorHAnsi"/>
                <w:lang w:val="en-GB"/>
              </w:rPr>
              <w:t>Min. 60 l heated tank, supplied from 200 l original keg, preheated to 80°</w:t>
            </w:r>
          </w:p>
        </w:tc>
        <w:sdt>
          <w:sdtPr>
            <w:rPr>
              <w:rFonts w:asciiTheme="majorHAnsi" w:hAnsiTheme="majorHAnsi" w:cstheme="majorHAnsi"/>
              <w:lang w:val="en-GB"/>
            </w:rPr>
            <w:id w:val="1826011703"/>
            <w:placeholder>
              <w:docPart w:val="28C5B997B11C4B879E5696064D718D6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40B356E6" w:rsidR="008314CE" w:rsidRPr="00D712EB" w:rsidRDefault="00583CEF"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79697E76" w14:textId="77777777" w:rsidTr="00E9262B">
        <w:tc>
          <w:tcPr>
            <w:tcW w:w="2596" w:type="dxa"/>
            <w:tcBorders>
              <w:top w:val="single" w:sz="4" w:space="0" w:color="000000"/>
              <w:left w:val="single" w:sz="4" w:space="0" w:color="000000"/>
              <w:bottom w:val="single" w:sz="4" w:space="0" w:color="000000"/>
            </w:tcBorders>
            <w:vAlign w:val="center"/>
          </w:tcPr>
          <w:p w14:paraId="04BFDCE2" w14:textId="01EDF2B9"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B template</w:t>
            </w:r>
          </w:p>
          <w:p w14:paraId="15C083E2" w14:textId="4F898392"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(hardener, viscosity 28000-40000 mPas/25°C, density approx. 1.25 g/cm3)</w:t>
            </w:r>
          </w:p>
        </w:tc>
        <w:tc>
          <w:tcPr>
            <w:tcW w:w="2551" w:type="dxa"/>
            <w:tcBorders>
              <w:top w:val="single" w:sz="4" w:space="0" w:color="000000"/>
              <w:left w:val="single" w:sz="4" w:space="0" w:color="000000"/>
              <w:bottom w:val="single" w:sz="4" w:space="0" w:color="000000"/>
            </w:tcBorders>
            <w:vAlign w:val="center"/>
          </w:tcPr>
          <w:p w14:paraId="15903D8F" w14:textId="6255D6AE"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Supply from the original 200 l barrel or from a min. 50 l container, filled from it</w:t>
            </w:r>
          </w:p>
        </w:tc>
        <w:tc>
          <w:tcPr>
            <w:tcW w:w="4082" w:type="dxa"/>
            <w:tcBorders>
              <w:top w:val="single" w:sz="4" w:space="0" w:color="000000"/>
              <w:left w:val="single" w:sz="4" w:space="0" w:color="000000"/>
              <w:bottom w:val="single" w:sz="4" w:space="0" w:color="000000"/>
              <w:right w:val="single" w:sz="4" w:space="0" w:color="000000"/>
            </w:tcBorders>
            <w:vAlign w:val="center"/>
          </w:tcPr>
          <w:p w14:paraId="5996633A" w14:textId="6C372AA1" w:rsidR="003E3807" w:rsidRPr="00D712EB" w:rsidRDefault="00000000" w:rsidP="003E3807">
            <w:pPr>
              <w:spacing w:after="0" w:line="276" w:lineRule="auto"/>
              <w:jc w:val="both"/>
              <w:rPr>
                <w:rFonts w:asciiTheme="majorHAnsi" w:hAnsiTheme="majorHAnsi" w:cstheme="majorHAnsi"/>
                <w:lang w:val="en-GB"/>
              </w:rPr>
            </w:pPr>
            <w:sdt>
              <w:sdtPr>
                <w:rPr>
                  <w:rFonts w:asciiTheme="majorHAnsi" w:hAnsiTheme="majorHAnsi" w:cstheme="majorHAnsi"/>
                  <w:lang w:val="en-GB"/>
                </w:rPr>
                <w:id w:val="2059662056"/>
                <w:placeholder>
                  <w:docPart w:val="87CA9148C1E548869ADB3519EBB19072"/>
                </w:placeholder>
              </w:sdtPr>
              <w:sdtContent>
                <w:r w:rsidR="00583CEF">
                  <w:rPr>
                    <w:rFonts w:asciiTheme="majorHAnsi" w:hAnsiTheme="majorHAnsi" w:cstheme="majorHAnsi"/>
                    <w:highlight w:val="yellow"/>
                    <w:lang w:val="en-GB"/>
                  </w:rPr>
                  <w:t>Click and write parameter value</w:t>
                </w:r>
              </w:sdtContent>
            </w:sdt>
          </w:p>
        </w:tc>
      </w:tr>
      <w:tr w:rsidR="003E3807" w:rsidRPr="00D712EB"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7E433F86" w14:textId="7B369F31"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C</w:t>
            </w:r>
            <w:r w:rsidR="00D712EB" w:rsidRPr="00D712EB">
              <w:rPr>
                <w:rFonts w:asciiTheme="majorHAnsi" w:hAnsiTheme="majorHAnsi" w:cstheme="majorHAnsi"/>
                <w:lang w:val="en-GB"/>
              </w:rPr>
              <w:t xml:space="preserve"> template</w:t>
            </w:r>
          </w:p>
          <w:p w14:paraId="198C036F" w14:textId="74E90178"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(accelerator, viscosity 60000-90000 mPas/25°C, density ca 1.05 g/cm3)</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020454B5"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Supply from the brewing boiler min. volume 25 l </w:t>
            </w:r>
          </w:p>
        </w:tc>
        <w:sdt>
          <w:sdtPr>
            <w:rPr>
              <w:rFonts w:asciiTheme="majorHAnsi" w:hAnsiTheme="majorHAnsi" w:cstheme="majorHAnsi"/>
              <w:lang w:val="en-GB"/>
            </w:rPr>
            <w:id w:val="753166208"/>
            <w:placeholder>
              <w:docPart w:val="AB59F4FA494A4893A6853335398E9D0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214EA" w14:textId="073861CE" w:rsidR="003E3807" w:rsidRPr="00D712EB"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4BF3D27C" w14:textId="77777777" w:rsidTr="00D77F48">
        <w:tc>
          <w:tcPr>
            <w:tcW w:w="2596" w:type="dxa"/>
            <w:tcBorders>
              <w:top w:val="single" w:sz="4" w:space="0" w:color="000000"/>
              <w:left w:val="single" w:sz="4" w:space="0" w:color="000000"/>
              <w:bottom w:val="single" w:sz="4" w:space="0" w:color="000000"/>
            </w:tcBorders>
            <w:shd w:val="clear" w:color="auto" w:fill="auto"/>
            <w:vAlign w:val="center"/>
          </w:tcPr>
          <w:p w14:paraId="27795B4F" w14:textId="1FCB78D4"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Main mixing ratio</w:t>
            </w:r>
          </w:p>
        </w:tc>
        <w:tc>
          <w:tcPr>
            <w:tcW w:w="2551" w:type="dxa"/>
            <w:tcBorders>
              <w:top w:val="single" w:sz="4" w:space="0" w:color="000000"/>
              <w:left w:val="single" w:sz="4" w:space="0" w:color="000000"/>
              <w:bottom w:val="single" w:sz="4" w:space="0" w:color="000000"/>
            </w:tcBorders>
            <w:shd w:val="clear" w:color="auto" w:fill="auto"/>
            <w:vAlign w:val="center"/>
          </w:tcPr>
          <w:p w14:paraId="75B09E91" w14:textId="741FF63D"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100:24:3 weight parts</w:t>
            </w:r>
          </w:p>
        </w:tc>
        <w:sdt>
          <w:sdtPr>
            <w:rPr>
              <w:rFonts w:asciiTheme="majorHAnsi" w:hAnsiTheme="majorHAnsi" w:cstheme="majorHAnsi"/>
              <w:lang w:val="en-GB"/>
            </w:rPr>
            <w:id w:val="615796330"/>
            <w:placeholder>
              <w:docPart w:val="EF1BBCFBB9674B3A9491437AEA0533ED"/>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01BB6" w14:textId="6A7B1384" w:rsidR="003E3807" w:rsidRPr="00D712EB"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E3807" w:rsidRPr="00D712EB" w14:paraId="5D311141" w14:textId="77777777" w:rsidTr="0064399B">
        <w:tc>
          <w:tcPr>
            <w:tcW w:w="2596" w:type="dxa"/>
            <w:tcBorders>
              <w:top w:val="single" w:sz="4" w:space="0" w:color="000000"/>
              <w:left w:val="single" w:sz="4" w:space="0" w:color="000000"/>
              <w:bottom w:val="single" w:sz="4" w:space="0" w:color="000000"/>
            </w:tcBorders>
            <w:shd w:val="clear" w:color="auto" w:fill="auto"/>
            <w:vAlign w:val="center"/>
          </w:tcPr>
          <w:p w14:paraId="33CCF081"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Range of mixing ratios</w:t>
            </w:r>
          </w:p>
          <w:p w14:paraId="5833485F"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Component A</w:t>
            </w:r>
          </w:p>
          <w:p w14:paraId="426C579A" w14:textId="77777777" w:rsidR="003E3807" w:rsidRPr="00D712EB" w:rsidRDefault="003E3807" w:rsidP="001B5833">
            <w:pPr>
              <w:spacing w:after="0" w:line="276" w:lineRule="auto"/>
              <w:rPr>
                <w:rFonts w:asciiTheme="majorHAnsi" w:hAnsiTheme="majorHAnsi" w:cstheme="majorHAnsi"/>
                <w:lang w:val="en-GB"/>
              </w:rPr>
            </w:pPr>
            <w:r w:rsidRPr="00D712EB">
              <w:rPr>
                <w:rFonts w:asciiTheme="majorHAnsi" w:hAnsiTheme="majorHAnsi" w:cstheme="majorHAnsi"/>
                <w:lang w:val="en-GB"/>
              </w:rPr>
              <w:t>Component B</w:t>
            </w:r>
          </w:p>
          <w:p w14:paraId="276D235B" w14:textId="516988C9"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Component C</w:t>
            </w:r>
          </w:p>
        </w:tc>
        <w:tc>
          <w:tcPr>
            <w:tcW w:w="2551" w:type="dxa"/>
            <w:tcBorders>
              <w:top w:val="single" w:sz="4" w:space="0" w:color="000000"/>
              <w:left w:val="single" w:sz="4" w:space="0" w:color="000000"/>
              <w:bottom w:val="single" w:sz="4" w:space="0" w:color="000000"/>
            </w:tcBorders>
            <w:shd w:val="clear" w:color="auto" w:fill="auto"/>
            <w:vAlign w:val="center"/>
          </w:tcPr>
          <w:p w14:paraId="7321AA9B" w14:textId="0A6D4DB5"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Min. range</w:t>
            </w:r>
          </w:p>
          <w:p w14:paraId="6D9AEAD3" w14:textId="77777777"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80-120 Weight Parts </w:t>
            </w:r>
          </w:p>
          <w:p w14:paraId="6B2F9DDB" w14:textId="77777777" w:rsidR="00D712EB" w:rsidRPr="00D712EB" w:rsidRDefault="00D712EB" w:rsidP="001B65DC">
            <w:pPr>
              <w:spacing w:after="0" w:line="276" w:lineRule="auto"/>
              <w:rPr>
                <w:rFonts w:asciiTheme="majorHAnsi" w:hAnsiTheme="majorHAnsi" w:cstheme="majorHAnsi"/>
                <w:lang w:val="en-GB"/>
              </w:rPr>
            </w:pPr>
            <w:r w:rsidRPr="00D712EB">
              <w:rPr>
                <w:rFonts w:asciiTheme="majorHAnsi" w:hAnsiTheme="majorHAnsi" w:cstheme="majorHAnsi"/>
                <w:lang w:val="en-GB"/>
              </w:rPr>
              <w:t>15-30 weight parts</w:t>
            </w:r>
          </w:p>
          <w:p w14:paraId="20F213D5" w14:textId="1CC7C87B"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1-10 weight parts</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446282150"/>
              <w:placeholder>
                <w:docPart w:val="A2C236E198EE460588C67015662B1106"/>
              </w:placeholder>
            </w:sdtPr>
            <w:sdtContent>
              <w:p w14:paraId="5FD09628" w14:textId="77777777" w:rsidR="003E3807" w:rsidRDefault="00583CEF"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sdt>
            <w:sdtPr>
              <w:rPr>
                <w:rFonts w:asciiTheme="majorHAnsi" w:hAnsiTheme="majorHAnsi" w:cstheme="majorHAnsi"/>
                <w:lang w:val="en-GB"/>
              </w:rPr>
              <w:id w:val="-669176155"/>
              <w:placeholder>
                <w:docPart w:val="40004F9FDD9A465686F0A2715950B9C4"/>
              </w:placeholder>
            </w:sdtPr>
            <w:sdtContent>
              <w:p w14:paraId="2C1A48C7" w14:textId="77777777" w:rsidR="00807C83" w:rsidRDefault="00807C83"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sdt>
            <w:sdtPr>
              <w:rPr>
                <w:rFonts w:asciiTheme="majorHAnsi" w:hAnsiTheme="majorHAnsi" w:cstheme="majorHAnsi"/>
                <w:lang w:val="en-GB"/>
              </w:rPr>
              <w:id w:val="248321120"/>
              <w:placeholder>
                <w:docPart w:val="0DFE39F187E149CAABA1C8B001EC5EDD"/>
              </w:placeholder>
            </w:sdtPr>
            <w:sdtContent>
              <w:p w14:paraId="01EF8795" w14:textId="024CE563" w:rsidR="00807C83" w:rsidRPr="00D712EB" w:rsidRDefault="00807C83"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3E3807" w:rsidRPr="00D712EB"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7290F01A"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Output minimum</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3942C04C"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Max. 0,2 kg/min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543787045"/>
              <w:placeholder>
                <w:docPart w:val="65CC985F16804499BC236444E681DD09"/>
              </w:placeholder>
            </w:sdtPr>
            <w:sdtContent>
              <w:p w14:paraId="12718B90" w14:textId="3D718F9B" w:rsidR="003E3807" w:rsidRPr="00D712EB" w:rsidRDefault="00F148D7"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3E3807" w:rsidRPr="00D712EB"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2A6E8D67" w:rsidR="003E3807" w:rsidRPr="00D712EB" w:rsidRDefault="00D712EB"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Maximum output </w:t>
            </w:r>
          </w:p>
        </w:tc>
        <w:tc>
          <w:tcPr>
            <w:tcW w:w="2551" w:type="dxa"/>
            <w:tcBorders>
              <w:top w:val="single" w:sz="4" w:space="0" w:color="000000"/>
              <w:left w:val="single" w:sz="4" w:space="0" w:color="000000"/>
              <w:bottom w:val="single" w:sz="4" w:space="0" w:color="000000"/>
            </w:tcBorders>
            <w:vAlign w:val="center"/>
          </w:tcPr>
          <w:p w14:paraId="6FCBEF3A" w14:textId="0A288AAF" w:rsidR="003E3807" w:rsidRPr="00D712EB" w:rsidRDefault="003E3807" w:rsidP="003E3807">
            <w:pPr>
              <w:spacing w:after="0" w:line="276" w:lineRule="auto"/>
              <w:rPr>
                <w:rFonts w:asciiTheme="majorHAnsi" w:hAnsiTheme="majorHAnsi" w:cstheme="majorHAnsi"/>
                <w:lang w:val="en-GB"/>
              </w:rPr>
            </w:pPr>
            <w:r w:rsidRPr="00D712EB">
              <w:rPr>
                <w:rFonts w:asciiTheme="majorHAnsi" w:hAnsiTheme="majorHAnsi" w:cstheme="majorHAnsi"/>
                <w:lang w:val="en-GB"/>
              </w:rPr>
              <w:t>Min. 1 kg/min</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012827772"/>
              <w:placeholder>
                <w:docPart w:val="FEC4B3EE3DD04BC9B547014698600334"/>
              </w:placeholder>
            </w:sdtPr>
            <w:sdtContent>
              <w:p w14:paraId="7DA572D0" w14:textId="1358C483" w:rsidR="003E3807" w:rsidRPr="00D712EB" w:rsidRDefault="00F148D7" w:rsidP="003E3807">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807C83" w:rsidRPr="00D712EB"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4ECE8B54"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Setting the prescribed mixing ratio</w:t>
            </w:r>
          </w:p>
        </w:tc>
        <w:tc>
          <w:tcPr>
            <w:tcW w:w="2551" w:type="dxa"/>
            <w:tcBorders>
              <w:top w:val="single" w:sz="4" w:space="0" w:color="000000"/>
              <w:left w:val="single" w:sz="4" w:space="0" w:color="000000"/>
              <w:bottom w:val="single" w:sz="4" w:space="0" w:color="000000"/>
            </w:tcBorders>
            <w:vAlign w:val="center"/>
          </w:tcPr>
          <w:p w14:paraId="56BF86A5" w14:textId="44DC9CC3"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elektronically</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239596713"/>
              <w:placeholder>
                <w:docPart w:val="147E5191ABCC414EAC82A476035B97B9"/>
              </w:placeholder>
            </w:sdtPr>
            <w:sdtContent>
              <w:p w14:paraId="0C9D4CB9" w14:textId="4BEB49D9" w:rsidR="00807C83" w:rsidRPr="00D712EB" w:rsidRDefault="00807C83"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07C83" w:rsidRPr="00D712EB"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5B3EA2E1"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Memory of stored recipes </w:t>
            </w:r>
          </w:p>
        </w:tc>
        <w:tc>
          <w:tcPr>
            <w:tcW w:w="2551" w:type="dxa"/>
            <w:tcBorders>
              <w:top w:val="single" w:sz="4" w:space="0" w:color="000000"/>
              <w:left w:val="single" w:sz="4" w:space="0" w:color="000000"/>
              <w:bottom w:val="single" w:sz="4" w:space="0" w:color="000000"/>
            </w:tcBorders>
            <w:vAlign w:val="center"/>
          </w:tcPr>
          <w:p w14:paraId="4699758A" w14:textId="4A7DFDFD"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Min. 100 recipes</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593788253"/>
              <w:placeholder>
                <w:docPart w:val="153B2A64B32C476DA9EDF30AABC53002"/>
              </w:placeholder>
            </w:sdtPr>
            <w:sdtContent>
              <w:p w14:paraId="083F1377" w14:textId="62E79C4C" w:rsidR="00807C83" w:rsidRPr="00D712EB" w:rsidRDefault="00AC6EF5"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sdtContent>
          </w:sdt>
        </w:tc>
      </w:tr>
      <w:tr w:rsidR="00807C83" w:rsidRPr="00D712EB" w14:paraId="0C42D4C5" w14:textId="77777777" w:rsidTr="00564271">
        <w:tc>
          <w:tcPr>
            <w:tcW w:w="2596" w:type="dxa"/>
            <w:tcBorders>
              <w:top w:val="single" w:sz="4" w:space="0" w:color="000000"/>
              <w:left w:val="single" w:sz="4" w:space="0" w:color="000000"/>
              <w:bottom w:val="single" w:sz="4" w:space="0" w:color="000000"/>
            </w:tcBorders>
            <w:vAlign w:val="center"/>
          </w:tcPr>
          <w:p w14:paraId="4FC2073B" w14:textId="42788DA4"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Output</w:t>
            </w:r>
          </w:p>
        </w:tc>
        <w:tc>
          <w:tcPr>
            <w:tcW w:w="2551" w:type="dxa"/>
            <w:tcBorders>
              <w:top w:val="single" w:sz="4" w:space="0" w:color="000000"/>
              <w:left w:val="single" w:sz="4" w:space="0" w:color="000000"/>
              <w:bottom w:val="single" w:sz="4" w:space="0" w:color="000000"/>
            </w:tcBorders>
            <w:vAlign w:val="center"/>
          </w:tcPr>
          <w:p w14:paraId="619C4C15" w14:textId="3346932A"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 xml:space="preserve">Mixture of individual components in a defined </w:t>
            </w:r>
            <w:r w:rsidRPr="00D712EB">
              <w:rPr>
                <w:rFonts w:asciiTheme="majorHAnsi" w:hAnsiTheme="majorHAnsi" w:cstheme="majorHAnsi"/>
                <w:lang w:val="en-GB"/>
              </w:rPr>
              <w:lastRenderedPageBreak/>
              <w:t>proportion from the mixing block with the possibility of connection to the exhaust line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636943673"/>
              <w:placeholder>
                <w:docPart w:val="C157B0DFF16643EFAF67879730B5B098"/>
              </w:placeholder>
            </w:sdtPr>
            <w:sdtContent>
              <w:p w14:paraId="441F9FD0" w14:textId="5B84DAD6" w:rsidR="00807C83" w:rsidRPr="00D712EB" w:rsidRDefault="00F148D7"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r w:rsidR="00807C83" w:rsidRPr="00D712EB" w14:paraId="6ACF802A" w14:textId="77777777" w:rsidTr="00564271">
        <w:tc>
          <w:tcPr>
            <w:tcW w:w="2596" w:type="dxa"/>
            <w:tcBorders>
              <w:top w:val="single" w:sz="4" w:space="0" w:color="000000"/>
              <w:left w:val="single" w:sz="4" w:space="0" w:color="000000"/>
              <w:bottom w:val="single" w:sz="4" w:space="0" w:color="000000"/>
            </w:tcBorders>
            <w:vAlign w:val="center"/>
          </w:tcPr>
          <w:p w14:paraId="40A0F9F1" w14:textId="474D1F6C"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Device control</w:t>
            </w:r>
          </w:p>
        </w:tc>
        <w:tc>
          <w:tcPr>
            <w:tcW w:w="2551" w:type="dxa"/>
            <w:tcBorders>
              <w:top w:val="single" w:sz="4" w:space="0" w:color="000000"/>
              <w:left w:val="single" w:sz="4" w:space="0" w:color="000000"/>
              <w:bottom w:val="single" w:sz="4" w:space="0" w:color="000000"/>
            </w:tcBorders>
            <w:vAlign w:val="center"/>
          </w:tcPr>
          <w:p w14:paraId="7AA1742E" w14:textId="4A6E77A5" w:rsidR="00807C83" w:rsidRPr="00D712EB" w:rsidRDefault="00807C83" w:rsidP="00807C83">
            <w:pPr>
              <w:spacing w:after="0" w:line="276" w:lineRule="auto"/>
              <w:rPr>
                <w:rFonts w:asciiTheme="majorHAnsi" w:hAnsiTheme="majorHAnsi" w:cstheme="majorHAnsi"/>
                <w:lang w:val="en-GB"/>
              </w:rPr>
            </w:pPr>
            <w:r w:rsidRPr="00D712EB">
              <w:rPr>
                <w:rFonts w:asciiTheme="majorHAnsi" w:hAnsiTheme="majorHAnsi" w:cstheme="majorHAnsi"/>
                <w:lang w:val="en-GB"/>
              </w:rPr>
              <w:t>SW in Czech language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119688479"/>
              <w:placeholder>
                <w:docPart w:val="B444F2EF6676437CB2E936D56CEF8AA1"/>
              </w:placeholder>
            </w:sdtPr>
            <w:sdtContent>
              <w:p w14:paraId="1EF2FC8D" w14:textId="7EBEAAE7" w:rsidR="00807C83" w:rsidRPr="00D712EB" w:rsidRDefault="00F148D7" w:rsidP="00807C8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D712EB">
                  <w:rPr>
                    <w:rStyle w:val="Zstupntext"/>
                    <w:rFonts w:asciiTheme="majorHAnsi" w:hAnsiTheme="majorHAnsi" w:cstheme="majorHAnsi"/>
                    <w:highlight w:val="yellow"/>
                    <w:lang w:val="en-GB"/>
                  </w:rPr>
                  <w:t>.</w:t>
                </w:r>
              </w:p>
            </w:sdtContent>
          </w:sdt>
        </w:tc>
      </w:tr>
    </w:tbl>
    <w:p w14:paraId="5B0322EA" w14:textId="77777777" w:rsidR="00494E93" w:rsidRPr="00D712EB"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D712EB"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D712EB" w:rsidRDefault="00C54046" w:rsidP="00494E93">
            <w:pPr>
              <w:spacing w:after="0" w:line="276" w:lineRule="auto"/>
              <w:jc w:val="both"/>
              <w:rPr>
                <w:rFonts w:asciiTheme="majorHAnsi" w:hAnsiTheme="majorHAnsi" w:cstheme="majorHAnsi"/>
                <w:lang w:val="en-GB"/>
              </w:rPr>
            </w:pPr>
            <w:r w:rsidRPr="00D712EB">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5F9367FD" w:rsidR="00494E93" w:rsidRPr="00D712EB" w:rsidRDefault="00583CEF"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494E93" w:rsidRPr="00D712EB"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D712EB" w:rsidRDefault="00C54046" w:rsidP="00494E93">
            <w:pPr>
              <w:spacing w:after="0" w:line="276" w:lineRule="auto"/>
              <w:jc w:val="both"/>
              <w:rPr>
                <w:rFonts w:asciiTheme="majorHAnsi" w:hAnsiTheme="majorHAnsi" w:cstheme="majorHAnsi"/>
                <w:lang w:val="en-GB"/>
              </w:rPr>
            </w:pPr>
            <w:r w:rsidRPr="00D712EB">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49357C59" w:rsidR="00494E93" w:rsidRPr="00D712EB" w:rsidRDefault="00583CEF" w:rsidP="00494E93">
                <w:pPr>
                  <w:spacing w:after="0" w:line="276" w:lineRule="auto"/>
                  <w:jc w:val="both"/>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5E7CEE" w:rsidRPr="00D712EB"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D712EB"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D712EB" w:rsidRDefault="00C54046" w:rsidP="00E00962">
            <w:pPr>
              <w:spacing w:after="0" w:line="276" w:lineRule="auto"/>
              <w:jc w:val="center"/>
              <w:rPr>
                <w:rFonts w:asciiTheme="majorHAnsi" w:hAnsiTheme="majorHAnsi" w:cstheme="majorHAnsi"/>
                <w:b/>
                <w:lang w:val="en-GB"/>
              </w:rPr>
            </w:pPr>
            <w:r w:rsidRPr="00D712EB">
              <w:rPr>
                <w:rFonts w:asciiTheme="majorHAnsi" w:hAnsiTheme="majorHAnsi" w:cstheme="majorHAnsi"/>
                <w:b/>
                <w:lang w:val="en-GB"/>
              </w:rPr>
              <w:t>Delivery price calculation</w:t>
            </w:r>
          </w:p>
        </w:tc>
      </w:tr>
      <w:tr w:rsidR="005E7CEE" w:rsidRPr="00D712EB"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D712EB" w:rsidRDefault="00C54046" w:rsidP="00074388">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D712EB" w:rsidRDefault="001E264A"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Price without VAT for</w:t>
            </w:r>
            <w:r w:rsidR="005E7CEE" w:rsidRPr="00D712EB">
              <w:rPr>
                <w:rFonts w:asciiTheme="majorHAnsi" w:hAnsiTheme="majorHAnsi" w:cstheme="majorHAnsi"/>
                <w:b/>
                <w:lang w:val="en-GB"/>
              </w:rPr>
              <w:t xml:space="preserve"> </w:t>
            </w:r>
            <w:r w:rsidRPr="00D712EB">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D712EB" w:rsidRDefault="00C54046" w:rsidP="00E00962">
            <w:pPr>
              <w:spacing w:after="0" w:line="276" w:lineRule="auto"/>
              <w:jc w:val="both"/>
              <w:rPr>
                <w:rFonts w:asciiTheme="majorHAnsi" w:hAnsiTheme="majorHAnsi" w:cstheme="majorHAnsi"/>
                <w:b/>
                <w:lang w:val="en-GB"/>
              </w:rPr>
            </w:pPr>
            <w:r w:rsidRPr="00D712EB">
              <w:rPr>
                <w:rFonts w:asciiTheme="majorHAnsi" w:hAnsiTheme="majorHAnsi" w:cstheme="majorHAnsi"/>
                <w:b/>
                <w:lang w:val="en-GB"/>
              </w:rPr>
              <w:t>Total price w/o VAT</w:t>
            </w:r>
          </w:p>
        </w:tc>
      </w:tr>
      <w:tr w:rsidR="00B05F5F" w:rsidRPr="00D712EB"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435EF75F" w:rsidR="00B05F5F" w:rsidRPr="00D712EB" w:rsidRDefault="00580961" w:rsidP="000540EB">
            <w:pPr>
              <w:spacing w:after="0" w:line="276" w:lineRule="auto"/>
              <w:jc w:val="both"/>
              <w:rPr>
                <w:rFonts w:asciiTheme="majorHAnsi" w:hAnsiTheme="majorHAnsi" w:cstheme="majorHAnsi"/>
                <w:lang w:val="en-GB"/>
              </w:rPr>
            </w:pPr>
            <w:r w:rsidRPr="00D712EB">
              <w:rPr>
                <w:rFonts w:asciiTheme="majorHAnsi" w:hAnsiTheme="majorHAnsi" w:cstheme="majorBidi"/>
                <w:b/>
                <w:bCs/>
                <w:lang w:val="en-GB"/>
              </w:rPr>
              <w:t>Mixing and dosing equipment – 4 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D712EB" w:rsidRDefault="00C54046" w:rsidP="00B05F5F">
            <w:pPr>
              <w:spacing w:after="0" w:line="276" w:lineRule="auto"/>
              <w:jc w:val="both"/>
              <w:rPr>
                <w:rFonts w:asciiTheme="majorHAnsi" w:hAnsiTheme="majorHAnsi" w:cstheme="majorHAnsi"/>
                <w:lang w:val="en-GB"/>
              </w:rPr>
            </w:pPr>
            <w:r w:rsidRPr="00D712EB">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59F6DE2B" w:rsidR="00B05F5F" w:rsidRPr="00D712EB"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583CEF" w:rsidRPr="00267B61">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623A2C1F" w:rsidR="00B05F5F" w:rsidRPr="00D712EB" w:rsidRDefault="00583CEF" w:rsidP="00B05F5F">
                <w:pPr>
                  <w:spacing w:after="0" w:line="276" w:lineRule="auto"/>
                  <w:jc w:val="both"/>
                  <w:rPr>
                    <w:rFonts w:asciiTheme="majorHAnsi" w:hAnsiTheme="majorHAnsi" w:cstheme="majorHAnsi"/>
                    <w:highlight w:val="yellow"/>
                    <w:lang w:val="en-GB"/>
                  </w:rPr>
                </w:pPr>
                <w:r>
                  <w:rPr>
                    <w:rStyle w:val="Zstupntext"/>
                    <w:rFonts w:asciiTheme="majorHAnsi" w:hAnsiTheme="majorHAnsi" w:cstheme="majorHAnsi"/>
                    <w:highlight w:val="yellow"/>
                    <w:lang w:val="en-GB"/>
                  </w:rPr>
                  <w:t>Click and write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7187EDEE" w:rsidR="00B05F5F" w:rsidRPr="00D712EB" w:rsidRDefault="00583CEF" w:rsidP="00B05F5F">
                    <w:pPr>
                      <w:spacing w:after="0" w:line="276" w:lineRule="auto"/>
                      <w:jc w:val="both"/>
                      <w:rPr>
                        <w:rFonts w:asciiTheme="majorHAnsi" w:hAnsiTheme="majorHAnsi" w:cstheme="majorHAnsi"/>
                        <w:b/>
                        <w:highlight w:val="yellow"/>
                        <w:lang w:val="en-GB"/>
                      </w:rPr>
                    </w:pPr>
                    <w:r>
                      <w:rPr>
                        <w:rStyle w:val="Zstupntext"/>
                        <w:rFonts w:asciiTheme="majorHAnsi" w:hAnsiTheme="majorHAnsi" w:cstheme="majorHAnsi"/>
                        <w:highlight w:val="yellow"/>
                        <w:lang w:val="en-GB"/>
                      </w:rPr>
                      <w:t>Click and write value</w:t>
                    </w:r>
                  </w:p>
                </w:tc>
              </w:sdtContent>
            </w:sdt>
          </w:sdtContent>
        </w:sdt>
      </w:tr>
      <w:tr w:rsidR="005E7CEE" w:rsidRPr="00D712EB"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D712EB"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D712EB" w:rsidRDefault="00C54046" w:rsidP="005F350C">
            <w:pPr>
              <w:spacing w:after="0" w:line="276" w:lineRule="auto"/>
              <w:jc w:val="right"/>
              <w:rPr>
                <w:rFonts w:asciiTheme="majorHAnsi" w:hAnsiTheme="majorHAnsi" w:cstheme="majorHAnsi"/>
                <w:b/>
                <w:lang w:val="en-GB"/>
              </w:rPr>
            </w:pPr>
            <w:r w:rsidRPr="00D712EB">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053268FA" w:rsidR="005E7CEE" w:rsidRPr="00D712EB" w:rsidRDefault="00583CEF" w:rsidP="00E00962">
                    <w:pPr>
                      <w:spacing w:after="0" w:line="276" w:lineRule="auto"/>
                      <w:jc w:val="both"/>
                      <w:rPr>
                        <w:rFonts w:asciiTheme="majorHAnsi" w:hAnsiTheme="majorHAnsi" w:cstheme="majorHAnsi"/>
                        <w:b/>
                        <w:lang w:val="en-GB"/>
                      </w:rPr>
                    </w:pPr>
                    <w:r>
                      <w:rPr>
                        <w:rStyle w:val="Zstupntext"/>
                        <w:rFonts w:asciiTheme="majorHAnsi" w:hAnsiTheme="majorHAnsi" w:cstheme="majorHAnsi"/>
                        <w:highlight w:val="yellow"/>
                        <w:lang w:val="en-GB"/>
                      </w:rPr>
                      <w:t>Click and write value</w:t>
                    </w:r>
                  </w:p>
                </w:tc>
              </w:sdtContent>
            </w:sdt>
          </w:sdtContent>
        </w:sdt>
      </w:tr>
    </w:tbl>
    <w:p w14:paraId="48B6968B" w14:textId="77777777" w:rsidR="00B067DF" w:rsidRPr="00D712EB" w:rsidRDefault="00B067DF" w:rsidP="008309D1">
      <w:pPr>
        <w:spacing w:line="276" w:lineRule="auto"/>
        <w:rPr>
          <w:rFonts w:asciiTheme="majorHAnsi" w:hAnsiTheme="majorHAnsi" w:cstheme="majorHAnsi"/>
          <w:lang w:val="en-GB"/>
        </w:rPr>
      </w:pPr>
    </w:p>
    <w:p w14:paraId="49A23C85" w14:textId="46C4CA23" w:rsidR="001B7CEE" w:rsidRPr="00D712EB" w:rsidRDefault="00055024" w:rsidP="008138E5">
      <w:pPr>
        <w:spacing w:line="276" w:lineRule="auto"/>
        <w:rPr>
          <w:rFonts w:asciiTheme="majorHAnsi" w:hAnsiTheme="majorHAnsi" w:cstheme="majorHAnsi"/>
          <w:lang w:val="en-GB"/>
        </w:rPr>
      </w:pPr>
      <w:bookmarkStart w:id="0" w:name="_Hlk29283627"/>
      <w:r w:rsidRPr="00D712EB">
        <w:rPr>
          <w:rFonts w:asciiTheme="majorHAnsi" w:hAnsiTheme="majorHAnsi" w:cstheme="majorHAnsi"/>
          <w:lang w:val="en-GB"/>
        </w:rPr>
        <w:t>in</w:t>
      </w:r>
      <w:r w:rsidR="001B7CEE" w:rsidRPr="00D712EB">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583CEF" w:rsidRPr="00583CEF">
                <w:rPr>
                  <w:rFonts w:asciiTheme="majorHAnsi" w:hAnsiTheme="majorHAnsi" w:cstheme="majorHAnsi"/>
                  <w:highlight w:val="yellow"/>
                  <w:lang w:val="en-GB"/>
                </w:rPr>
                <w:t>place</w:t>
              </w:r>
            </w:sdtContent>
          </w:sdt>
        </w:sdtContent>
      </w:sdt>
      <w:r w:rsidR="001B7CEE" w:rsidRPr="00D712EB">
        <w:rPr>
          <w:rFonts w:asciiTheme="majorHAnsi" w:hAnsiTheme="majorHAnsi" w:cstheme="majorHAnsi"/>
          <w:lang w:val="en-GB"/>
        </w:rPr>
        <w:t xml:space="preserve"> </w:t>
      </w:r>
      <w:r w:rsidRPr="00D712EB">
        <w:rPr>
          <w:rFonts w:asciiTheme="majorHAnsi" w:hAnsiTheme="majorHAnsi" w:cstheme="majorHAnsi"/>
          <w:lang w:val="en-GB"/>
        </w:rPr>
        <w:t>date</w:t>
      </w:r>
      <w:r w:rsidR="001B7CEE" w:rsidRPr="00D712EB">
        <w:rPr>
          <w:rFonts w:asciiTheme="majorHAnsi" w:hAnsiTheme="majorHAnsi" w:cstheme="majorHAnsi"/>
          <w:lang w:val="en-GB"/>
        </w:rPr>
        <w:t xml:space="preserve"> </w:t>
      </w:r>
      <w:sdt>
        <w:sdtPr>
          <w:rPr>
            <w:rFonts w:asciiTheme="majorHAnsi" w:hAnsiTheme="majorHAnsi" w:cstheme="majorHAnsi"/>
            <w:lang w:val="en-GB"/>
          </w:rPr>
          <w:id w:val="729812667"/>
          <w:placeholder>
            <w:docPart w:val="1BA7E4C923214FCAA92ABE16A0D50A86"/>
          </w:placeholder>
        </w:sdtPr>
        <w:sdtContent>
          <w:r w:rsidR="00583CEF" w:rsidRPr="00583CEF">
            <w:rPr>
              <w:rFonts w:asciiTheme="majorHAnsi" w:hAnsiTheme="majorHAnsi" w:cstheme="majorHAnsi"/>
              <w:highlight w:val="yellow"/>
              <w:lang w:val="en-GB"/>
            </w:rPr>
            <w:t>day</w:t>
          </w:r>
        </w:sdtContent>
      </w:sdt>
    </w:p>
    <w:p w14:paraId="6FF89E7E" w14:textId="168CB3D2" w:rsidR="001B7CEE" w:rsidRPr="00D712EB" w:rsidRDefault="001B7CEE" w:rsidP="008138E5">
      <w:pPr>
        <w:spacing w:line="276" w:lineRule="auto"/>
        <w:rPr>
          <w:rFonts w:asciiTheme="majorHAnsi" w:hAnsiTheme="majorHAnsi" w:cstheme="majorHAnsi"/>
          <w:lang w:val="en-GB"/>
        </w:rPr>
      </w:pPr>
      <w:r w:rsidRPr="00D712EB">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Content>
          <w:r w:rsidR="00583CEF" w:rsidRPr="00583CEF">
            <w:rPr>
              <w:rFonts w:asciiTheme="majorHAnsi" w:hAnsiTheme="majorHAnsi" w:cstheme="majorHAnsi"/>
              <w:highlight w:val="yellow"/>
              <w:lang w:val="en-GB"/>
            </w:rPr>
            <w:t>Name, function, signature</w:t>
          </w:r>
        </w:sdtContent>
      </w:sdt>
    </w:p>
    <w:bookmarkEnd w:id="0"/>
    <w:p w14:paraId="0734497B" w14:textId="77777777" w:rsidR="00B067DF" w:rsidRPr="00D712EB" w:rsidRDefault="00B067DF" w:rsidP="008309D1">
      <w:pPr>
        <w:spacing w:before="120" w:after="120" w:line="276" w:lineRule="auto"/>
        <w:rPr>
          <w:rFonts w:asciiTheme="majorHAnsi" w:hAnsiTheme="majorHAnsi" w:cstheme="majorHAnsi"/>
          <w:lang w:val="en-GB"/>
        </w:rPr>
      </w:pPr>
    </w:p>
    <w:p w14:paraId="7B6379C8" w14:textId="77777777" w:rsidR="00B067DF" w:rsidRPr="00D712EB" w:rsidRDefault="00B067DF" w:rsidP="008309D1">
      <w:pPr>
        <w:spacing w:before="120" w:after="120" w:line="276" w:lineRule="auto"/>
        <w:rPr>
          <w:rFonts w:asciiTheme="majorHAnsi" w:hAnsiTheme="majorHAnsi" w:cstheme="majorHAnsi"/>
          <w:lang w:val="en-GB"/>
        </w:rPr>
      </w:pPr>
    </w:p>
    <w:sectPr w:rsidR="00B067DF" w:rsidRPr="00D712EB"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086C1A" w14:textId="77777777" w:rsidR="005B5CA0" w:rsidRDefault="005B5CA0" w:rsidP="002C4725">
      <w:pPr>
        <w:spacing w:after="0" w:line="240" w:lineRule="auto"/>
      </w:pPr>
      <w:r>
        <w:separator/>
      </w:r>
    </w:p>
  </w:endnote>
  <w:endnote w:type="continuationSeparator" w:id="0">
    <w:p w14:paraId="69C86FB2" w14:textId="77777777" w:rsidR="005B5CA0" w:rsidRDefault="005B5CA0"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DD1820" w14:textId="77777777" w:rsidR="005B5CA0" w:rsidRDefault="005B5CA0" w:rsidP="002C4725">
      <w:pPr>
        <w:spacing w:after="0" w:line="240" w:lineRule="auto"/>
      </w:pPr>
      <w:r>
        <w:separator/>
      </w:r>
    </w:p>
  </w:footnote>
  <w:footnote w:type="continuationSeparator" w:id="0">
    <w:p w14:paraId="1F30BFA0" w14:textId="77777777" w:rsidR="005B5CA0" w:rsidRDefault="005B5CA0"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ytghxZz/vlzrDt2xAyWYrXt+h0+xvHH0WZUTYn4MwtZENyX/HC6BV/6uKP76BONK+LVoGrVWzO3ilJXQA3UxQA==" w:salt="5XKhtgMl67vjLUHtVqg5oQ=="/>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4373"/>
    <w:rsid w:val="0018712C"/>
    <w:rsid w:val="001950E8"/>
    <w:rsid w:val="00195D10"/>
    <w:rsid w:val="001A3941"/>
    <w:rsid w:val="001B16F6"/>
    <w:rsid w:val="001B5A91"/>
    <w:rsid w:val="001B7CEE"/>
    <w:rsid w:val="001D4142"/>
    <w:rsid w:val="001E264A"/>
    <w:rsid w:val="00204889"/>
    <w:rsid w:val="00216252"/>
    <w:rsid w:val="0022176A"/>
    <w:rsid w:val="002264EC"/>
    <w:rsid w:val="00230D87"/>
    <w:rsid w:val="00233BDE"/>
    <w:rsid w:val="00244728"/>
    <w:rsid w:val="00253F47"/>
    <w:rsid w:val="00262902"/>
    <w:rsid w:val="00265379"/>
    <w:rsid w:val="00267824"/>
    <w:rsid w:val="00267B61"/>
    <w:rsid w:val="00273B04"/>
    <w:rsid w:val="002844DE"/>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60120"/>
    <w:rsid w:val="003823F4"/>
    <w:rsid w:val="00393720"/>
    <w:rsid w:val="003A5DBA"/>
    <w:rsid w:val="003B2BA2"/>
    <w:rsid w:val="003C2F68"/>
    <w:rsid w:val="003C4015"/>
    <w:rsid w:val="003D2088"/>
    <w:rsid w:val="003D6DD0"/>
    <w:rsid w:val="003D7EE6"/>
    <w:rsid w:val="003E3807"/>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F63F0"/>
    <w:rsid w:val="00504B79"/>
    <w:rsid w:val="00537C09"/>
    <w:rsid w:val="0055358D"/>
    <w:rsid w:val="00580961"/>
    <w:rsid w:val="00583CEF"/>
    <w:rsid w:val="005912B6"/>
    <w:rsid w:val="005A375F"/>
    <w:rsid w:val="005B5CA0"/>
    <w:rsid w:val="005D363E"/>
    <w:rsid w:val="005D53C2"/>
    <w:rsid w:val="005D66AA"/>
    <w:rsid w:val="005E7CEE"/>
    <w:rsid w:val="005F350C"/>
    <w:rsid w:val="005F5F8E"/>
    <w:rsid w:val="005F7533"/>
    <w:rsid w:val="0061246F"/>
    <w:rsid w:val="00614A1C"/>
    <w:rsid w:val="006260FE"/>
    <w:rsid w:val="00627050"/>
    <w:rsid w:val="00632639"/>
    <w:rsid w:val="0063433E"/>
    <w:rsid w:val="006365AF"/>
    <w:rsid w:val="006432B7"/>
    <w:rsid w:val="006610D3"/>
    <w:rsid w:val="0066499E"/>
    <w:rsid w:val="00694C0A"/>
    <w:rsid w:val="006A28C4"/>
    <w:rsid w:val="006A51E9"/>
    <w:rsid w:val="006B412A"/>
    <w:rsid w:val="006B4999"/>
    <w:rsid w:val="006C1405"/>
    <w:rsid w:val="006C1A57"/>
    <w:rsid w:val="006C4F62"/>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07C83"/>
    <w:rsid w:val="00812B87"/>
    <w:rsid w:val="008136D5"/>
    <w:rsid w:val="008138E5"/>
    <w:rsid w:val="00827468"/>
    <w:rsid w:val="008309D1"/>
    <w:rsid w:val="008314CE"/>
    <w:rsid w:val="0083788E"/>
    <w:rsid w:val="0084661E"/>
    <w:rsid w:val="008673D8"/>
    <w:rsid w:val="00874C6F"/>
    <w:rsid w:val="008872D2"/>
    <w:rsid w:val="00891F17"/>
    <w:rsid w:val="00892E42"/>
    <w:rsid w:val="00894371"/>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E3383"/>
    <w:rsid w:val="009E7E68"/>
    <w:rsid w:val="009F0801"/>
    <w:rsid w:val="00A37772"/>
    <w:rsid w:val="00A67A23"/>
    <w:rsid w:val="00AA28D6"/>
    <w:rsid w:val="00AA2E95"/>
    <w:rsid w:val="00AA3A4F"/>
    <w:rsid w:val="00AA513F"/>
    <w:rsid w:val="00AA7613"/>
    <w:rsid w:val="00AC4E5A"/>
    <w:rsid w:val="00AC6EF5"/>
    <w:rsid w:val="00AC7EFD"/>
    <w:rsid w:val="00AE3343"/>
    <w:rsid w:val="00AE545E"/>
    <w:rsid w:val="00AE6152"/>
    <w:rsid w:val="00AF25BE"/>
    <w:rsid w:val="00AF4030"/>
    <w:rsid w:val="00AF4FAD"/>
    <w:rsid w:val="00B01A69"/>
    <w:rsid w:val="00B05F5F"/>
    <w:rsid w:val="00B067DF"/>
    <w:rsid w:val="00B24E30"/>
    <w:rsid w:val="00B46FBE"/>
    <w:rsid w:val="00B527F4"/>
    <w:rsid w:val="00B55DCE"/>
    <w:rsid w:val="00B56A03"/>
    <w:rsid w:val="00B75575"/>
    <w:rsid w:val="00B83D8E"/>
    <w:rsid w:val="00BA141F"/>
    <w:rsid w:val="00BC005C"/>
    <w:rsid w:val="00BC1BE2"/>
    <w:rsid w:val="00BD6E97"/>
    <w:rsid w:val="00BF318F"/>
    <w:rsid w:val="00BF4D9C"/>
    <w:rsid w:val="00BF71BE"/>
    <w:rsid w:val="00C002D7"/>
    <w:rsid w:val="00C01C47"/>
    <w:rsid w:val="00C11E00"/>
    <w:rsid w:val="00C16997"/>
    <w:rsid w:val="00C2015B"/>
    <w:rsid w:val="00C23834"/>
    <w:rsid w:val="00C24552"/>
    <w:rsid w:val="00C26586"/>
    <w:rsid w:val="00C26691"/>
    <w:rsid w:val="00C54046"/>
    <w:rsid w:val="00C64317"/>
    <w:rsid w:val="00C70411"/>
    <w:rsid w:val="00C72A8D"/>
    <w:rsid w:val="00C76BAC"/>
    <w:rsid w:val="00CB219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712EB"/>
    <w:rsid w:val="00D83D92"/>
    <w:rsid w:val="00D845DA"/>
    <w:rsid w:val="00D946F7"/>
    <w:rsid w:val="00DA2467"/>
    <w:rsid w:val="00DB10EB"/>
    <w:rsid w:val="00DB4981"/>
    <w:rsid w:val="00DD01E9"/>
    <w:rsid w:val="00DD7539"/>
    <w:rsid w:val="00E00962"/>
    <w:rsid w:val="00E0304F"/>
    <w:rsid w:val="00E046B0"/>
    <w:rsid w:val="00E254C4"/>
    <w:rsid w:val="00E272A6"/>
    <w:rsid w:val="00E348CA"/>
    <w:rsid w:val="00E474FC"/>
    <w:rsid w:val="00E530F6"/>
    <w:rsid w:val="00E54BD7"/>
    <w:rsid w:val="00E65E02"/>
    <w:rsid w:val="00E772F3"/>
    <w:rsid w:val="00E9273D"/>
    <w:rsid w:val="00E94454"/>
    <w:rsid w:val="00E97905"/>
    <w:rsid w:val="00EA06C0"/>
    <w:rsid w:val="00EA69AD"/>
    <w:rsid w:val="00EC6CF7"/>
    <w:rsid w:val="00EC6D81"/>
    <w:rsid w:val="00ED3951"/>
    <w:rsid w:val="00EE2E83"/>
    <w:rsid w:val="00EF2A2A"/>
    <w:rsid w:val="00EF7456"/>
    <w:rsid w:val="00F038FF"/>
    <w:rsid w:val="00F044F8"/>
    <w:rsid w:val="00F118E1"/>
    <w:rsid w:val="00F13430"/>
    <w:rsid w:val="00F148D7"/>
    <w:rsid w:val="00F158EF"/>
    <w:rsid w:val="00F15DD5"/>
    <w:rsid w:val="00F308DB"/>
    <w:rsid w:val="00F6706F"/>
    <w:rsid w:val="00F72D7A"/>
    <w:rsid w:val="00F75490"/>
    <w:rsid w:val="00F76B2F"/>
    <w:rsid w:val="00F84153"/>
    <w:rsid w:val="00FA60E4"/>
    <w:rsid w:val="00FC4111"/>
    <w:rsid w:val="00FD4308"/>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87CA9148C1E548869ADB3519EBB19072"/>
        <w:category>
          <w:name w:val="Obecné"/>
          <w:gallery w:val="placeholder"/>
        </w:category>
        <w:types>
          <w:type w:val="bbPlcHdr"/>
        </w:types>
        <w:behaviors>
          <w:behavior w:val="content"/>
        </w:behaviors>
        <w:guid w:val="{27B5DAFD-2FD4-4E62-B146-817D8ECFF4C8}"/>
      </w:docPartPr>
      <w:docPartBody>
        <w:p w:rsidR="00003580" w:rsidRDefault="00003580" w:rsidP="00003580">
          <w:pPr>
            <w:pStyle w:val="87CA9148C1E548869ADB3519EBB1907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B59F4FA494A4893A6853335398E9D01"/>
        <w:category>
          <w:name w:val="Obecné"/>
          <w:gallery w:val="placeholder"/>
        </w:category>
        <w:types>
          <w:type w:val="bbPlcHdr"/>
        </w:types>
        <w:behaviors>
          <w:behavior w:val="content"/>
        </w:behaviors>
        <w:guid w:val="{1FB333B3-B676-470B-9A12-EB61F7EFEC47}"/>
      </w:docPartPr>
      <w:docPartBody>
        <w:p w:rsidR="00003580" w:rsidRDefault="00003580" w:rsidP="00003580">
          <w:pPr>
            <w:pStyle w:val="AB59F4FA494A4893A6853335398E9D0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F1BBCFBB9674B3A9491437AEA0533ED"/>
        <w:category>
          <w:name w:val="Obecné"/>
          <w:gallery w:val="placeholder"/>
        </w:category>
        <w:types>
          <w:type w:val="bbPlcHdr"/>
        </w:types>
        <w:behaviors>
          <w:behavior w:val="content"/>
        </w:behaviors>
        <w:guid w:val="{4C92D0FA-89F5-4883-8DC5-E7A8740B2CB2}"/>
      </w:docPartPr>
      <w:docPartBody>
        <w:p w:rsidR="00003580" w:rsidRDefault="00003580" w:rsidP="00003580">
          <w:pPr>
            <w:pStyle w:val="EF1BBCFBB9674B3A9491437AEA0533E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A2C236E198EE460588C67015662B1106"/>
        <w:category>
          <w:name w:val="Obecné"/>
          <w:gallery w:val="placeholder"/>
        </w:category>
        <w:types>
          <w:type w:val="bbPlcHdr"/>
        </w:types>
        <w:behaviors>
          <w:behavior w:val="content"/>
        </w:behaviors>
        <w:guid w:val="{8DC400D4-67A3-46F8-B4F2-BDC3C1862BF5}"/>
      </w:docPartPr>
      <w:docPartBody>
        <w:p w:rsidR="00003580" w:rsidRDefault="00003580" w:rsidP="00003580">
          <w:pPr>
            <w:pStyle w:val="A2C236E198EE460588C67015662B110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147CE3CEEDC42568C8FFE5D0D26AFFF"/>
        <w:category>
          <w:name w:val="Obecné"/>
          <w:gallery w:val="placeholder"/>
        </w:category>
        <w:types>
          <w:type w:val="bbPlcHdr"/>
        </w:types>
        <w:behaviors>
          <w:behavior w:val="content"/>
        </w:behaviors>
        <w:guid w:val="{7340585D-9114-4A43-925A-F044CF010A04}"/>
      </w:docPartPr>
      <w:docPartBody>
        <w:p w:rsidR="003E6D0B" w:rsidRDefault="003E6D0B" w:rsidP="003E6D0B">
          <w:pPr>
            <w:pStyle w:val="C147CE3CEEDC42568C8FFE5D0D26AFF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0004F9FDD9A465686F0A2715950B9C4"/>
        <w:category>
          <w:name w:val="Obecné"/>
          <w:gallery w:val="placeholder"/>
        </w:category>
        <w:types>
          <w:type w:val="bbPlcHdr"/>
        </w:types>
        <w:behaviors>
          <w:behavior w:val="content"/>
        </w:behaviors>
        <w:guid w:val="{677F63C7-5AE6-4B1E-A35D-3C71EC7D8F3B}"/>
      </w:docPartPr>
      <w:docPartBody>
        <w:p w:rsidR="003E6D0B" w:rsidRDefault="003E6D0B" w:rsidP="003E6D0B">
          <w:pPr>
            <w:pStyle w:val="40004F9FDD9A465686F0A2715950B9C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DFE39F187E149CAABA1C8B001EC5EDD"/>
        <w:category>
          <w:name w:val="Obecné"/>
          <w:gallery w:val="placeholder"/>
        </w:category>
        <w:types>
          <w:type w:val="bbPlcHdr"/>
        </w:types>
        <w:behaviors>
          <w:behavior w:val="content"/>
        </w:behaviors>
        <w:guid w:val="{A51C0903-C5CF-4540-B116-8418B0B9F7CB}"/>
      </w:docPartPr>
      <w:docPartBody>
        <w:p w:rsidR="003E6D0B" w:rsidRDefault="003E6D0B" w:rsidP="003E6D0B">
          <w:pPr>
            <w:pStyle w:val="0DFE39F187E149CAABA1C8B001EC5ED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47E5191ABCC414EAC82A476035B97B9"/>
        <w:category>
          <w:name w:val="Obecné"/>
          <w:gallery w:val="placeholder"/>
        </w:category>
        <w:types>
          <w:type w:val="bbPlcHdr"/>
        </w:types>
        <w:behaviors>
          <w:behavior w:val="content"/>
        </w:behaviors>
        <w:guid w:val="{B6A1F765-EBA2-467C-9CFA-7985178BC046}"/>
      </w:docPartPr>
      <w:docPartBody>
        <w:p w:rsidR="003E6D0B" w:rsidRDefault="003E6D0B" w:rsidP="003E6D0B">
          <w:pPr>
            <w:pStyle w:val="147E5191ABCC414EAC82A476035B97B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157B0DFF16643EFAF67879730B5B098"/>
        <w:category>
          <w:name w:val="Obecné"/>
          <w:gallery w:val="placeholder"/>
        </w:category>
        <w:types>
          <w:type w:val="bbPlcHdr"/>
        </w:types>
        <w:behaviors>
          <w:behavior w:val="content"/>
        </w:behaviors>
        <w:guid w:val="{551D12C7-1B91-4C7B-BABA-BE849AFA1FE8}"/>
      </w:docPartPr>
      <w:docPartBody>
        <w:p w:rsidR="003E6D0B" w:rsidRDefault="003E6D0B" w:rsidP="003E6D0B">
          <w:pPr>
            <w:pStyle w:val="C157B0DFF16643EFAF67879730B5B09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444F2EF6676437CB2E936D56CEF8AA1"/>
        <w:category>
          <w:name w:val="Obecné"/>
          <w:gallery w:val="placeholder"/>
        </w:category>
        <w:types>
          <w:type w:val="bbPlcHdr"/>
        </w:types>
        <w:behaviors>
          <w:behavior w:val="content"/>
        </w:behaviors>
        <w:guid w:val="{A74D7FDD-A3CF-413A-9377-D0F7EF41D0AC}"/>
      </w:docPartPr>
      <w:docPartBody>
        <w:p w:rsidR="003E6D0B" w:rsidRDefault="003E6D0B" w:rsidP="003E6D0B">
          <w:pPr>
            <w:pStyle w:val="B444F2EF6676437CB2E936D56CEF8AA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FEC4B3EE3DD04BC9B547014698600334"/>
        <w:category>
          <w:name w:val="Obecné"/>
          <w:gallery w:val="placeholder"/>
        </w:category>
        <w:types>
          <w:type w:val="bbPlcHdr"/>
        </w:types>
        <w:behaviors>
          <w:behavior w:val="content"/>
        </w:behaviors>
        <w:guid w:val="{E7158BBC-DE1D-419A-A1A7-DF1EDD18AADE}"/>
      </w:docPartPr>
      <w:docPartBody>
        <w:p w:rsidR="003E6D0B" w:rsidRDefault="003E6D0B" w:rsidP="003E6D0B">
          <w:pPr>
            <w:pStyle w:val="FEC4B3EE3DD04BC9B547014698600334"/>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5CC985F16804499BC236444E681DD09"/>
        <w:category>
          <w:name w:val="Obecné"/>
          <w:gallery w:val="placeholder"/>
        </w:category>
        <w:types>
          <w:type w:val="bbPlcHdr"/>
        </w:types>
        <w:behaviors>
          <w:behavior w:val="content"/>
        </w:behaviors>
        <w:guid w:val="{A2E37822-960D-495D-991A-139DE9BE789F}"/>
      </w:docPartPr>
      <w:docPartBody>
        <w:p w:rsidR="003E6D0B" w:rsidRDefault="003E6D0B" w:rsidP="003E6D0B">
          <w:pPr>
            <w:pStyle w:val="65CC985F16804499BC236444E681DD0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153B2A64B32C476DA9EDF30AABC53002"/>
        <w:category>
          <w:name w:val="Obecné"/>
          <w:gallery w:val="placeholder"/>
        </w:category>
        <w:types>
          <w:type w:val="bbPlcHdr"/>
        </w:types>
        <w:behaviors>
          <w:behavior w:val="content"/>
        </w:behaviors>
        <w:guid w:val="{00BEC541-3252-48CE-9B0C-CE1B558ECD47}"/>
      </w:docPartPr>
      <w:docPartBody>
        <w:p w:rsidR="003E6D0B" w:rsidRDefault="003E6D0B" w:rsidP="003E6D0B">
          <w:pPr>
            <w:pStyle w:val="153B2A64B32C476DA9EDF30AABC5300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03580"/>
    <w:rsid w:val="000C6C17"/>
    <w:rsid w:val="001071E7"/>
    <w:rsid w:val="00113F40"/>
    <w:rsid w:val="00134E0A"/>
    <w:rsid w:val="00147144"/>
    <w:rsid w:val="00216252"/>
    <w:rsid w:val="00265379"/>
    <w:rsid w:val="003051D9"/>
    <w:rsid w:val="003145E3"/>
    <w:rsid w:val="00344421"/>
    <w:rsid w:val="00371332"/>
    <w:rsid w:val="003B3710"/>
    <w:rsid w:val="003E6D0B"/>
    <w:rsid w:val="003F6193"/>
    <w:rsid w:val="004E00EB"/>
    <w:rsid w:val="00510F09"/>
    <w:rsid w:val="0057640E"/>
    <w:rsid w:val="005F7533"/>
    <w:rsid w:val="0061246F"/>
    <w:rsid w:val="00651A9B"/>
    <w:rsid w:val="00680B9C"/>
    <w:rsid w:val="006A28C4"/>
    <w:rsid w:val="006B412A"/>
    <w:rsid w:val="006B4999"/>
    <w:rsid w:val="006C4F62"/>
    <w:rsid w:val="006D3170"/>
    <w:rsid w:val="0071161E"/>
    <w:rsid w:val="007C0FF4"/>
    <w:rsid w:val="00894371"/>
    <w:rsid w:val="008D731B"/>
    <w:rsid w:val="008E2461"/>
    <w:rsid w:val="00921E65"/>
    <w:rsid w:val="00936DC9"/>
    <w:rsid w:val="009A3103"/>
    <w:rsid w:val="00A10168"/>
    <w:rsid w:val="00A47ACE"/>
    <w:rsid w:val="00A5776B"/>
    <w:rsid w:val="00AA3A4F"/>
    <w:rsid w:val="00AC7EFD"/>
    <w:rsid w:val="00AE3388"/>
    <w:rsid w:val="00AE545E"/>
    <w:rsid w:val="00B55DCE"/>
    <w:rsid w:val="00B80BB7"/>
    <w:rsid w:val="00C668C4"/>
    <w:rsid w:val="00C84E54"/>
    <w:rsid w:val="00D845DA"/>
    <w:rsid w:val="00D946F7"/>
    <w:rsid w:val="00DB3B2F"/>
    <w:rsid w:val="00DB4981"/>
    <w:rsid w:val="00DD7539"/>
    <w:rsid w:val="00EA69AD"/>
    <w:rsid w:val="00EC6CF7"/>
    <w:rsid w:val="00ED3951"/>
    <w:rsid w:val="00EE65B4"/>
    <w:rsid w:val="00F044F8"/>
    <w:rsid w:val="00F308DB"/>
    <w:rsid w:val="00F424FF"/>
    <w:rsid w:val="00F633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3E6D0B"/>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65879150ED484AEA9FD7125D07AC30CC">
    <w:name w:val="65879150ED484AEA9FD7125D07AC30CC"/>
    <w:rsid w:val="00003580"/>
    <w:pPr>
      <w:spacing w:line="278" w:lineRule="auto"/>
    </w:pPr>
    <w:rPr>
      <w:kern w:val="2"/>
      <w:sz w:val="24"/>
      <w:szCs w:val="24"/>
      <w14:ligatures w14:val="standardContextual"/>
    </w:rPr>
  </w:style>
  <w:style w:type="paragraph" w:customStyle="1" w:styleId="2D4D5EB05CB04E00B5FA756F1DE7F5BE">
    <w:name w:val="2D4D5EB05CB04E00B5FA756F1DE7F5BE"/>
    <w:rsid w:val="00003580"/>
    <w:pPr>
      <w:spacing w:line="278" w:lineRule="auto"/>
    </w:pPr>
    <w:rPr>
      <w:kern w:val="2"/>
      <w:sz w:val="24"/>
      <w:szCs w:val="24"/>
      <w14:ligatures w14:val="standardContextual"/>
    </w:rPr>
  </w:style>
  <w:style w:type="paragraph" w:customStyle="1" w:styleId="87CA9148C1E548869ADB3519EBB19072">
    <w:name w:val="87CA9148C1E548869ADB3519EBB19072"/>
    <w:rsid w:val="00003580"/>
    <w:pPr>
      <w:spacing w:line="278" w:lineRule="auto"/>
    </w:pPr>
    <w:rPr>
      <w:kern w:val="2"/>
      <w:sz w:val="24"/>
      <w:szCs w:val="24"/>
      <w14:ligatures w14:val="standardContextual"/>
    </w:rPr>
  </w:style>
  <w:style w:type="paragraph" w:customStyle="1" w:styleId="AB59F4FA494A4893A6853335398E9D01">
    <w:name w:val="AB59F4FA494A4893A6853335398E9D01"/>
    <w:rsid w:val="00003580"/>
    <w:pPr>
      <w:spacing w:line="278" w:lineRule="auto"/>
    </w:pPr>
    <w:rPr>
      <w:kern w:val="2"/>
      <w:sz w:val="24"/>
      <w:szCs w:val="24"/>
      <w14:ligatures w14:val="standardContextual"/>
    </w:rPr>
  </w:style>
  <w:style w:type="paragraph" w:customStyle="1" w:styleId="EF1BBCFBB9674B3A9491437AEA0533ED">
    <w:name w:val="EF1BBCFBB9674B3A9491437AEA0533ED"/>
    <w:rsid w:val="00003580"/>
    <w:pPr>
      <w:spacing w:line="278" w:lineRule="auto"/>
    </w:pPr>
    <w:rPr>
      <w:kern w:val="2"/>
      <w:sz w:val="24"/>
      <w:szCs w:val="24"/>
      <w14:ligatures w14:val="standardContextual"/>
    </w:rPr>
  </w:style>
  <w:style w:type="paragraph" w:customStyle="1" w:styleId="A2C236E198EE460588C67015662B1106">
    <w:name w:val="A2C236E198EE460588C67015662B1106"/>
    <w:rsid w:val="00003580"/>
    <w:pPr>
      <w:spacing w:line="278" w:lineRule="auto"/>
    </w:pPr>
    <w:rPr>
      <w:kern w:val="2"/>
      <w:sz w:val="24"/>
      <w:szCs w:val="24"/>
      <w14:ligatures w14:val="standardContextual"/>
    </w:rPr>
  </w:style>
  <w:style w:type="paragraph" w:customStyle="1" w:styleId="C2CAE394219545A28703D85F55F51107">
    <w:name w:val="C2CAE394219545A28703D85F55F51107"/>
    <w:rsid w:val="00003580"/>
    <w:pPr>
      <w:spacing w:line="278" w:lineRule="auto"/>
    </w:pPr>
    <w:rPr>
      <w:kern w:val="2"/>
      <w:sz w:val="24"/>
      <w:szCs w:val="24"/>
      <w14:ligatures w14:val="standardContextual"/>
    </w:rPr>
  </w:style>
  <w:style w:type="paragraph" w:customStyle="1" w:styleId="1DB1983F1AE54687BE7C09816C0CFD3F">
    <w:name w:val="1DB1983F1AE54687BE7C09816C0CFD3F"/>
    <w:rsid w:val="00003580"/>
    <w:pPr>
      <w:spacing w:line="278" w:lineRule="auto"/>
    </w:pPr>
    <w:rPr>
      <w:kern w:val="2"/>
      <w:sz w:val="24"/>
      <w:szCs w:val="24"/>
      <w14:ligatures w14:val="standardContextual"/>
    </w:rPr>
  </w:style>
  <w:style w:type="paragraph" w:customStyle="1" w:styleId="ED636109F0374644B2359CB936B45B3B">
    <w:name w:val="ED636109F0374644B2359CB936B45B3B"/>
    <w:rsid w:val="00003580"/>
    <w:pPr>
      <w:spacing w:line="278" w:lineRule="auto"/>
    </w:pPr>
    <w:rPr>
      <w:kern w:val="2"/>
      <w:sz w:val="24"/>
      <w:szCs w:val="24"/>
      <w14:ligatures w14:val="standardContextual"/>
    </w:rPr>
  </w:style>
  <w:style w:type="paragraph" w:customStyle="1" w:styleId="D127B06F9362408C87191DA5B18B482D">
    <w:name w:val="D127B06F9362408C87191DA5B18B482D"/>
    <w:rsid w:val="00003580"/>
    <w:pPr>
      <w:spacing w:line="278" w:lineRule="auto"/>
    </w:pPr>
    <w:rPr>
      <w:kern w:val="2"/>
      <w:sz w:val="24"/>
      <w:szCs w:val="24"/>
      <w14:ligatures w14:val="standardContextual"/>
    </w:rPr>
  </w:style>
  <w:style w:type="paragraph" w:customStyle="1" w:styleId="F69564E0AAE54E1588DD1D861216ECB7">
    <w:name w:val="F69564E0AAE54E1588DD1D861216ECB7"/>
    <w:rsid w:val="00003580"/>
    <w:pPr>
      <w:spacing w:line="278" w:lineRule="auto"/>
    </w:pPr>
    <w:rPr>
      <w:kern w:val="2"/>
      <w:sz w:val="24"/>
      <w:szCs w:val="24"/>
      <w14:ligatures w14:val="standardContextual"/>
    </w:rPr>
  </w:style>
  <w:style w:type="paragraph" w:customStyle="1" w:styleId="48FE5789754E40D09CB76969D1C3BAB5">
    <w:name w:val="48FE5789754E40D09CB76969D1C3BAB5"/>
    <w:rsid w:val="00003580"/>
    <w:pPr>
      <w:spacing w:line="278" w:lineRule="auto"/>
    </w:pPr>
    <w:rPr>
      <w:kern w:val="2"/>
      <w:sz w:val="24"/>
      <w:szCs w:val="24"/>
      <w14:ligatures w14:val="standardContextual"/>
    </w:rPr>
  </w:style>
  <w:style w:type="paragraph" w:customStyle="1" w:styleId="C147CE3CEEDC42568C8FFE5D0D26AFFF">
    <w:name w:val="C147CE3CEEDC42568C8FFE5D0D26AFFF"/>
    <w:rsid w:val="003E6D0B"/>
    <w:pPr>
      <w:spacing w:line="278" w:lineRule="auto"/>
    </w:pPr>
    <w:rPr>
      <w:kern w:val="2"/>
      <w:sz w:val="24"/>
      <w:szCs w:val="24"/>
      <w14:ligatures w14:val="standardContextual"/>
    </w:rPr>
  </w:style>
  <w:style w:type="paragraph" w:customStyle="1" w:styleId="40004F9FDD9A465686F0A2715950B9C4">
    <w:name w:val="40004F9FDD9A465686F0A2715950B9C4"/>
    <w:rsid w:val="003E6D0B"/>
    <w:pPr>
      <w:spacing w:line="278" w:lineRule="auto"/>
    </w:pPr>
    <w:rPr>
      <w:kern w:val="2"/>
      <w:sz w:val="24"/>
      <w:szCs w:val="24"/>
      <w14:ligatures w14:val="standardContextual"/>
    </w:rPr>
  </w:style>
  <w:style w:type="paragraph" w:customStyle="1" w:styleId="0DFE39F187E149CAABA1C8B001EC5EDD">
    <w:name w:val="0DFE39F187E149CAABA1C8B001EC5EDD"/>
    <w:rsid w:val="003E6D0B"/>
    <w:pPr>
      <w:spacing w:line="278" w:lineRule="auto"/>
    </w:pPr>
    <w:rPr>
      <w:kern w:val="2"/>
      <w:sz w:val="24"/>
      <w:szCs w:val="24"/>
      <w14:ligatures w14:val="standardContextual"/>
    </w:rPr>
  </w:style>
  <w:style w:type="paragraph" w:customStyle="1" w:styleId="147E5191ABCC414EAC82A476035B97B9">
    <w:name w:val="147E5191ABCC414EAC82A476035B97B9"/>
    <w:rsid w:val="003E6D0B"/>
    <w:pPr>
      <w:spacing w:line="278" w:lineRule="auto"/>
    </w:pPr>
    <w:rPr>
      <w:kern w:val="2"/>
      <w:sz w:val="24"/>
      <w:szCs w:val="24"/>
      <w14:ligatures w14:val="standardContextual"/>
    </w:rPr>
  </w:style>
  <w:style w:type="paragraph" w:customStyle="1" w:styleId="895C03140A0F40EFB52729C700A443C4">
    <w:name w:val="895C03140A0F40EFB52729C700A443C4"/>
    <w:rsid w:val="003E6D0B"/>
    <w:pPr>
      <w:spacing w:line="278" w:lineRule="auto"/>
    </w:pPr>
    <w:rPr>
      <w:kern w:val="2"/>
      <w:sz w:val="24"/>
      <w:szCs w:val="24"/>
      <w14:ligatures w14:val="standardContextual"/>
    </w:rPr>
  </w:style>
  <w:style w:type="paragraph" w:customStyle="1" w:styleId="2E199977ECA847F6A527F4D86CEF60B2">
    <w:name w:val="2E199977ECA847F6A527F4D86CEF60B2"/>
    <w:rsid w:val="003E6D0B"/>
    <w:pPr>
      <w:spacing w:line="278" w:lineRule="auto"/>
    </w:pPr>
    <w:rPr>
      <w:kern w:val="2"/>
      <w:sz w:val="24"/>
      <w:szCs w:val="24"/>
      <w14:ligatures w14:val="standardContextual"/>
    </w:rPr>
  </w:style>
  <w:style w:type="paragraph" w:customStyle="1" w:styleId="EDB723C46D8E4D12AC52471067481338">
    <w:name w:val="EDB723C46D8E4D12AC52471067481338"/>
    <w:rsid w:val="003E6D0B"/>
    <w:pPr>
      <w:spacing w:line="278" w:lineRule="auto"/>
    </w:pPr>
    <w:rPr>
      <w:kern w:val="2"/>
      <w:sz w:val="24"/>
      <w:szCs w:val="24"/>
      <w14:ligatures w14:val="standardContextual"/>
    </w:rPr>
  </w:style>
  <w:style w:type="paragraph" w:customStyle="1" w:styleId="C157B0DFF16643EFAF67879730B5B098">
    <w:name w:val="C157B0DFF16643EFAF67879730B5B098"/>
    <w:rsid w:val="003E6D0B"/>
    <w:pPr>
      <w:spacing w:line="278" w:lineRule="auto"/>
    </w:pPr>
    <w:rPr>
      <w:kern w:val="2"/>
      <w:sz w:val="24"/>
      <w:szCs w:val="24"/>
      <w14:ligatures w14:val="standardContextual"/>
    </w:rPr>
  </w:style>
  <w:style w:type="paragraph" w:customStyle="1" w:styleId="B444F2EF6676437CB2E936D56CEF8AA1">
    <w:name w:val="B444F2EF6676437CB2E936D56CEF8AA1"/>
    <w:rsid w:val="003E6D0B"/>
    <w:pPr>
      <w:spacing w:line="278" w:lineRule="auto"/>
    </w:pPr>
    <w:rPr>
      <w:kern w:val="2"/>
      <w:sz w:val="24"/>
      <w:szCs w:val="24"/>
      <w14:ligatures w14:val="standardContextual"/>
    </w:rPr>
  </w:style>
  <w:style w:type="paragraph" w:customStyle="1" w:styleId="FEC4B3EE3DD04BC9B547014698600334">
    <w:name w:val="FEC4B3EE3DD04BC9B547014698600334"/>
    <w:rsid w:val="003E6D0B"/>
    <w:pPr>
      <w:spacing w:line="278" w:lineRule="auto"/>
    </w:pPr>
    <w:rPr>
      <w:kern w:val="2"/>
      <w:sz w:val="24"/>
      <w:szCs w:val="24"/>
      <w14:ligatures w14:val="standardContextual"/>
    </w:rPr>
  </w:style>
  <w:style w:type="paragraph" w:customStyle="1" w:styleId="65CC985F16804499BC236444E681DD09">
    <w:name w:val="65CC985F16804499BC236444E681DD09"/>
    <w:rsid w:val="003E6D0B"/>
    <w:pPr>
      <w:spacing w:line="278" w:lineRule="auto"/>
    </w:pPr>
    <w:rPr>
      <w:kern w:val="2"/>
      <w:sz w:val="24"/>
      <w:szCs w:val="24"/>
      <w14:ligatures w14:val="standardContextual"/>
    </w:rPr>
  </w:style>
  <w:style w:type="paragraph" w:customStyle="1" w:styleId="153B2A64B32C476DA9EDF30AABC53002">
    <w:name w:val="153B2A64B32C476DA9EDF30AABC53002"/>
    <w:rsid w:val="003E6D0B"/>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226</TotalTime>
  <Pages>3</Pages>
  <Words>662</Words>
  <Characters>3909</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49</cp:revision>
  <cp:lastPrinted>2019-12-09T09:19:00Z</cp:lastPrinted>
  <dcterms:created xsi:type="dcterms:W3CDTF">2024-09-02T08:31:00Z</dcterms:created>
  <dcterms:modified xsi:type="dcterms:W3CDTF">2025-02-26T18:50:00Z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